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A8A1E4" w14:textId="77777777" w:rsidR="00F30020" w:rsidRDefault="004B2C70" w:rsidP="00F30020">
      <w:pPr>
        <w:pStyle w:val="Geenafstand"/>
        <w:rPr>
          <w:b/>
          <w:sz w:val="44"/>
          <w:szCs w:val="44"/>
        </w:rPr>
      </w:pPr>
      <w:r w:rsidRPr="004635A7">
        <w:rPr>
          <w:b/>
          <w:sz w:val="44"/>
          <w:szCs w:val="44"/>
        </w:rPr>
        <w:t xml:space="preserve">FILMLIJST </w:t>
      </w:r>
      <w:r w:rsidR="00F30020" w:rsidRPr="004635A7">
        <w:rPr>
          <w:b/>
          <w:sz w:val="44"/>
          <w:szCs w:val="44"/>
        </w:rPr>
        <w:t xml:space="preserve">- Beginjaren film </w:t>
      </w:r>
    </w:p>
    <w:p w14:paraId="23E276B4" w14:textId="77777777" w:rsidR="007E6DED" w:rsidRDefault="007E6DED" w:rsidP="00F30020">
      <w:pPr>
        <w:pStyle w:val="Geenafstand"/>
        <w:rPr>
          <w:b/>
        </w:rPr>
      </w:pPr>
    </w:p>
    <w:p w14:paraId="41F0AD09" w14:textId="492AFD59" w:rsidR="007E6DED" w:rsidRPr="007E6DED" w:rsidRDefault="007E6DED" w:rsidP="00F30020">
      <w:pPr>
        <w:pStyle w:val="Geenafstand"/>
        <w:rPr>
          <w:b/>
        </w:rPr>
      </w:pPr>
      <w:r>
        <w:rPr>
          <w:b/>
        </w:rPr>
        <w:t>Startpunt</w:t>
      </w:r>
    </w:p>
    <w:p w14:paraId="38EEBA76" w14:textId="39741E74" w:rsidR="005967E0" w:rsidRDefault="005967E0" w:rsidP="00F30020">
      <w:pPr>
        <w:pStyle w:val="Geenafstand"/>
        <w:numPr>
          <w:ilvl w:val="0"/>
          <w:numId w:val="1"/>
        </w:numPr>
      </w:pPr>
      <w:r>
        <w:t>Het gebouw, met 4 filmzalen en expositieruimte en kelder (sinds april 2012)</w:t>
      </w:r>
    </w:p>
    <w:p w14:paraId="131618A6" w14:textId="36C11CF6" w:rsidR="004635A7" w:rsidRDefault="00F30020" w:rsidP="00F30020">
      <w:pPr>
        <w:pStyle w:val="Geenafstand"/>
        <w:numPr>
          <w:ilvl w:val="0"/>
          <w:numId w:val="1"/>
        </w:numPr>
      </w:pPr>
      <w:r>
        <w:t>Een selectie uit de collectie van EYE</w:t>
      </w:r>
      <w:r w:rsidR="005967E0">
        <w:t xml:space="preserve"> (37.000 titels)</w:t>
      </w:r>
    </w:p>
    <w:p w14:paraId="2E868A5A" w14:textId="77777777" w:rsidR="007E6DED" w:rsidRDefault="004635A7" w:rsidP="00F30020">
      <w:pPr>
        <w:pStyle w:val="Geenafstand"/>
        <w:numPr>
          <w:ilvl w:val="0"/>
          <w:numId w:val="1"/>
        </w:numPr>
      </w:pPr>
      <w:r>
        <w:t>link heden-verleden + heden-toekomst</w:t>
      </w:r>
    </w:p>
    <w:p w14:paraId="3357AB2E" w14:textId="29D6412A" w:rsidR="00F30020" w:rsidRDefault="007E6DED" w:rsidP="00F30020">
      <w:pPr>
        <w:pStyle w:val="Geenafstand"/>
        <w:numPr>
          <w:ilvl w:val="0"/>
          <w:numId w:val="1"/>
        </w:numPr>
      </w:pPr>
      <w:r>
        <w:t>een unieke kijkervaring, met rust en concentratie. Zonder telefoon, zonder eten &amp; drinken.</w:t>
      </w:r>
      <w:r w:rsidR="004B2C70">
        <w:br/>
      </w:r>
    </w:p>
    <w:p w14:paraId="262A3112" w14:textId="458474E2" w:rsidR="004635A7" w:rsidRPr="007E6DED" w:rsidRDefault="004635A7" w:rsidP="004635A7">
      <w:pPr>
        <w:pStyle w:val="Geenafstand"/>
        <w:rPr>
          <w:b/>
        </w:rPr>
      </w:pPr>
      <w:r w:rsidRPr="007E6DED">
        <w:rPr>
          <w:b/>
        </w:rPr>
        <w:t>Openingsvragen:</w:t>
      </w:r>
    </w:p>
    <w:p w14:paraId="3BA9509D" w14:textId="40F85BC1" w:rsidR="004635A7" w:rsidRDefault="004635A7" w:rsidP="004635A7">
      <w:pPr>
        <w:pStyle w:val="Geenafstand"/>
        <w:numPr>
          <w:ilvl w:val="0"/>
          <w:numId w:val="1"/>
        </w:numPr>
      </w:pPr>
      <w:r>
        <w:t>Wie is vandaag gefilmd, wie heeft voor een camera gestaan?</w:t>
      </w:r>
    </w:p>
    <w:p w14:paraId="65A9DFB7" w14:textId="72571D90" w:rsidR="004635A7" w:rsidRDefault="004635A7" w:rsidP="004635A7">
      <w:pPr>
        <w:pStyle w:val="Geenafstand"/>
        <w:numPr>
          <w:ilvl w:val="0"/>
          <w:numId w:val="1"/>
        </w:numPr>
      </w:pPr>
      <w:r>
        <w:t>Wie heeft ooit een filmopname gemaakt met zijn mobiel of i-pad? Wat hebben jullie gefilmd?</w:t>
      </w:r>
    </w:p>
    <w:p w14:paraId="4C38FC00" w14:textId="02697912" w:rsidR="007E6DED" w:rsidRDefault="007E6DED" w:rsidP="004635A7">
      <w:pPr>
        <w:pStyle w:val="Geenafstand"/>
        <w:numPr>
          <w:ilvl w:val="0"/>
          <w:numId w:val="1"/>
        </w:numPr>
      </w:pPr>
      <w:r>
        <w:t>Gaan jullie naar de bioscoop? Wie is recent naar de bioscoop geweest, welke film heb je gezien?</w:t>
      </w:r>
    </w:p>
    <w:p w14:paraId="12E4C0A6" w14:textId="77777777" w:rsidR="004635A7" w:rsidRDefault="004635A7" w:rsidP="004635A7">
      <w:pPr>
        <w:pStyle w:val="Geenafstand"/>
      </w:pPr>
    </w:p>
    <w:p w14:paraId="05AE47F4" w14:textId="77777777" w:rsidR="00454945" w:rsidRPr="00454945" w:rsidRDefault="00454945" w:rsidP="00454945">
      <w:pPr>
        <w:pStyle w:val="Geenafstand"/>
        <w:rPr>
          <w:b/>
        </w:rPr>
      </w:pPr>
      <w:r w:rsidRPr="00454945">
        <w:rPr>
          <w:b/>
        </w:rPr>
        <w:t>Leerdoelen</w:t>
      </w:r>
    </w:p>
    <w:p w14:paraId="0A0AFD49" w14:textId="77777777" w:rsidR="00454945" w:rsidRDefault="00454945" w:rsidP="00454945">
      <w:pPr>
        <w:pStyle w:val="Geenafstand"/>
        <w:numPr>
          <w:ilvl w:val="0"/>
          <w:numId w:val="8"/>
        </w:numPr>
      </w:pPr>
      <w:r>
        <w:t xml:space="preserve">activeren van voorkennis </w:t>
      </w:r>
      <w:proofErr w:type="spellStart"/>
      <w:r>
        <w:t>dmv</w:t>
      </w:r>
      <w:proofErr w:type="spellEnd"/>
      <w:r>
        <w:t xml:space="preserve"> vragen</w:t>
      </w:r>
    </w:p>
    <w:p w14:paraId="62A3A259" w14:textId="77777777" w:rsidR="00454945" w:rsidRDefault="00454945" w:rsidP="00454945">
      <w:pPr>
        <w:pStyle w:val="Geenafstand"/>
        <w:numPr>
          <w:ilvl w:val="0"/>
          <w:numId w:val="8"/>
        </w:numPr>
      </w:pPr>
      <w:r>
        <w:t xml:space="preserve">kijkhouding en aandacht sturen </w:t>
      </w:r>
      <w:proofErr w:type="spellStart"/>
      <w:r>
        <w:t>dmv</w:t>
      </w:r>
      <w:proofErr w:type="spellEnd"/>
      <w:r>
        <w:t xml:space="preserve"> kijkopdrachten</w:t>
      </w:r>
    </w:p>
    <w:p w14:paraId="3A981F74" w14:textId="77777777" w:rsidR="00454945" w:rsidRDefault="00454945" w:rsidP="00454945">
      <w:pPr>
        <w:pStyle w:val="Geenafstand"/>
        <w:numPr>
          <w:ilvl w:val="0"/>
          <w:numId w:val="8"/>
        </w:numPr>
      </w:pPr>
      <w:r>
        <w:t>contextualiseren van het filmprogramma</w:t>
      </w:r>
    </w:p>
    <w:p w14:paraId="78FB66ED" w14:textId="77777777" w:rsidR="00454945" w:rsidRDefault="00454945" w:rsidP="00454945">
      <w:pPr>
        <w:pStyle w:val="Geenafstand"/>
        <w:numPr>
          <w:ilvl w:val="0"/>
          <w:numId w:val="8"/>
        </w:numPr>
      </w:pPr>
      <w:r>
        <w:t>kennisoverdracht over de films</w:t>
      </w:r>
    </w:p>
    <w:p w14:paraId="29C5C9FB" w14:textId="77777777" w:rsidR="007E6DED" w:rsidRDefault="007E6DED" w:rsidP="004635A7">
      <w:pPr>
        <w:pStyle w:val="Geenafstand"/>
      </w:pPr>
    </w:p>
    <w:p w14:paraId="26D4A034" w14:textId="4612B9DD" w:rsidR="00454945" w:rsidRDefault="00F30020" w:rsidP="00454945">
      <w:pPr>
        <w:pStyle w:val="Geenafstand"/>
        <w:rPr>
          <w:sz w:val="44"/>
          <w:szCs w:val="44"/>
        </w:rPr>
      </w:pPr>
      <w:r w:rsidRPr="00F30020">
        <w:rPr>
          <w:sz w:val="44"/>
          <w:szCs w:val="44"/>
        </w:rPr>
        <w:t>Thema 1: Hoe werden films vertoond</w:t>
      </w:r>
      <w:r>
        <w:rPr>
          <w:sz w:val="44"/>
          <w:szCs w:val="44"/>
        </w:rPr>
        <w:t>?</w:t>
      </w:r>
    </w:p>
    <w:p w14:paraId="7A3DA26E" w14:textId="77777777" w:rsidR="004B2C70" w:rsidRDefault="004B2C70" w:rsidP="00F30020">
      <w:pPr>
        <w:pStyle w:val="Geenafstand"/>
      </w:pPr>
      <w:r>
        <w:br/>
      </w:r>
      <w:r w:rsidRPr="00F30020">
        <w:rPr>
          <w:b/>
        </w:rPr>
        <w:t>Na afloop der kindervoorstelling in den Circus O. Carré 13 Sept. ll.</w:t>
      </w:r>
      <w:r w:rsidRPr="00F30020">
        <w:rPr>
          <w:b/>
        </w:rPr>
        <w:br/>
      </w:r>
      <w:r>
        <w:t>Regisseur: onbekend, Nederland, 1899, stil/zwart-wit, 1 minuut</w:t>
      </w:r>
      <w:r>
        <w:br/>
        <w:t>Filmpje waarin je ziet hoe mensen na een filmvertoning de bioscoop uitlopen en wegwandelen.</w:t>
      </w:r>
    </w:p>
    <w:p w14:paraId="28DD07CB" w14:textId="2BA23E7A" w:rsidR="001567A1" w:rsidRDefault="001567A1" w:rsidP="001567A1">
      <w:pPr>
        <w:pStyle w:val="Geenafstand"/>
        <w:numPr>
          <w:ilvl w:val="0"/>
          <w:numId w:val="1"/>
        </w:numPr>
      </w:pPr>
      <w:r>
        <w:t>Informatie: films hadden tot 1927 geen geluid, alle muziek die we vandaag horen is later toegevoegd.</w:t>
      </w:r>
    </w:p>
    <w:p w14:paraId="271FC6D4" w14:textId="091B7063" w:rsidR="00804E65" w:rsidRDefault="00804E65" w:rsidP="001567A1">
      <w:pPr>
        <w:pStyle w:val="Geenafstand"/>
        <w:numPr>
          <w:ilvl w:val="0"/>
          <w:numId w:val="1"/>
        </w:numPr>
      </w:pPr>
      <w:r>
        <w:t>Informatie: film was de eerste kennismaking met bewegend beeld ....</w:t>
      </w:r>
    </w:p>
    <w:p w14:paraId="61A5A47D" w14:textId="50D3888F" w:rsidR="00804E65" w:rsidRDefault="00804E65" w:rsidP="001567A1">
      <w:pPr>
        <w:pStyle w:val="Geenafstand"/>
        <w:numPr>
          <w:ilvl w:val="0"/>
          <w:numId w:val="1"/>
        </w:numPr>
      </w:pPr>
      <w:r>
        <w:t>Een regulier bioscoopprogramma bestond toen nog niet. Film was een kermisattractie, of onderdeel van een theatershow. Pop-up cinema...</w:t>
      </w:r>
    </w:p>
    <w:p w14:paraId="3366FFEB" w14:textId="2AA428F3" w:rsidR="00804E65" w:rsidRDefault="00F30020" w:rsidP="001567A1">
      <w:pPr>
        <w:pStyle w:val="Geenafstand"/>
        <w:numPr>
          <w:ilvl w:val="0"/>
          <w:numId w:val="1"/>
        </w:numPr>
      </w:pPr>
      <w:proofErr w:type="spellStart"/>
      <w:r>
        <w:t>Subthema</w:t>
      </w:r>
      <w:proofErr w:type="spellEnd"/>
      <w:r>
        <w:t xml:space="preserve">: Hoe zag Nederland eruit  in 1899? </w:t>
      </w:r>
      <w:r w:rsidR="00804E65">
        <w:t>Dit was de tijd van de opa en oma van jullie opa en oma.</w:t>
      </w:r>
    </w:p>
    <w:p w14:paraId="00FC06E8" w14:textId="6531B4BF" w:rsidR="00804E65" w:rsidRDefault="00804E65" w:rsidP="00804E65">
      <w:pPr>
        <w:pStyle w:val="Geenafstand"/>
        <w:numPr>
          <w:ilvl w:val="0"/>
          <w:numId w:val="1"/>
        </w:numPr>
      </w:pPr>
      <w:r>
        <w:t>Vergelijk: lokale omroep, berichten en beelden van de directe omgeving.</w:t>
      </w:r>
    </w:p>
    <w:p w14:paraId="5FA19A25" w14:textId="77777777" w:rsidR="00804E65" w:rsidRDefault="00804E65" w:rsidP="00804E65">
      <w:pPr>
        <w:pStyle w:val="Geenafstand"/>
        <w:numPr>
          <w:ilvl w:val="0"/>
          <w:numId w:val="1"/>
        </w:numPr>
      </w:pPr>
      <w:r>
        <w:t xml:space="preserve">Let op detail: het affiche met de aankondiging van een </w:t>
      </w:r>
      <w:proofErr w:type="spellStart"/>
      <w:r>
        <w:t>Biograph</w:t>
      </w:r>
      <w:proofErr w:type="spellEnd"/>
      <w:r>
        <w:t xml:space="preserve"> voorstelling. </w:t>
      </w:r>
    </w:p>
    <w:p w14:paraId="69C315B8" w14:textId="1174ABE5" w:rsidR="00F30020" w:rsidRDefault="00F30020" w:rsidP="001567A1">
      <w:pPr>
        <w:pStyle w:val="Geenafstand"/>
        <w:numPr>
          <w:ilvl w:val="0"/>
          <w:numId w:val="1"/>
        </w:numPr>
      </w:pPr>
      <w:r>
        <w:t>Carré bestaat nog steeds, en ze vertonen in de zomer opnieuw films!</w:t>
      </w:r>
    </w:p>
    <w:p w14:paraId="7C25244F" w14:textId="77777777" w:rsidR="00F30020" w:rsidRDefault="00F30020" w:rsidP="00F30020">
      <w:pPr>
        <w:pStyle w:val="Geenafstand"/>
      </w:pPr>
    </w:p>
    <w:p w14:paraId="37EEDD31" w14:textId="0A4390B6" w:rsidR="004B2C70" w:rsidRDefault="004B2C70" w:rsidP="00F30020">
      <w:pPr>
        <w:pStyle w:val="Geenafstand"/>
      </w:pPr>
      <w:r w:rsidRPr="00F30020">
        <w:rPr>
          <w:b/>
        </w:rPr>
        <w:t xml:space="preserve">De </w:t>
      </w:r>
      <w:proofErr w:type="spellStart"/>
      <w:r w:rsidRPr="00F30020">
        <w:rPr>
          <w:b/>
        </w:rPr>
        <w:t>Hawaiian</w:t>
      </w:r>
      <w:proofErr w:type="spellEnd"/>
      <w:r w:rsidR="001567A1">
        <w:rPr>
          <w:b/>
        </w:rPr>
        <w:t>-</w:t>
      </w:r>
      <w:r w:rsidRPr="00F30020">
        <w:rPr>
          <w:b/>
        </w:rPr>
        <w:t>eilanden in vogelvlucht</w:t>
      </w:r>
      <w:r w:rsidRPr="00F30020">
        <w:rPr>
          <w:b/>
        </w:rPr>
        <w:br/>
      </w:r>
      <w:r w:rsidRPr="004B2C70">
        <w:rPr>
          <w:i/>
        </w:rPr>
        <w:t xml:space="preserve">Regisseur: </w:t>
      </w:r>
      <w:proofErr w:type="spellStart"/>
      <w:r w:rsidRPr="004B2C70">
        <w:rPr>
          <w:i/>
        </w:rPr>
        <w:t>Lyman</w:t>
      </w:r>
      <w:proofErr w:type="spellEnd"/>
      <w:r w:rsidRPr="004B2C70">
        <w:rPr>
          <w:i/>
        </w:rPr>
        <w:t xml:space="preserve"> H. </w:t>
      </w:r>
      <w:proofErr w:type="spellStart"/>
      <w:r w:rsidRPr="004B2C70">
        <w:rPr>
          <w:i/>
        </w:rPr>
        <w:t>Howe</w:t>
      </w:r>
      <w:proofErr w:type="spellEnd"/>
      <w:r w:rsidRPr="004B2C70">
        <w:rPr>
          <w:i/>
        </w:rPr>
        <w:t>, 1916, VS, stil/</w:t>
      </w:r>
      <w:proofErr w:type="spellStart"/>
      <w:r w:rsidRPr="004B2C70">
        <w:rPr>
          <w:i/>
        </w:rPr>
        <w:t>tinting</w:t>
      </w:r>
      <w:proofErr w:type="spellEnd"/>
      <w:r w:rsidRPr="004B2C70">
        <w:rPr>
          <w:i/>
        </w:rPr>
        <w:t>, 9 minuten</w:t>
      </w:r>
      <w:r>
        <w:rPr>
          <w:i/>
        </w:rPr>
        <w:br/>
      </w:r>
      <w:r>
        <w:t xml:space="preserve">Een </w:t>
      </w:r>
      <w:proofErr w:type="spellStart"/>
      <w:r>
        <w:t>travelogue</w:t>
      </w:r>
      <w:proofErr w:type="spellEnd"/>
      <w:r>
        <w:t xml:space="preserve"> waarin</w:t>
      </w:r>
      <w:r w:rsidR="006B1214">
        <w:t xml:space="preserve"> de </w:t>
      </w:r>
      <w:r>
        <w:t xml:space="preserve"> </w:t>
      </w:r>
      <w:proofErr w:type="spellStart"/>
      <w:r>
        <w:t>Hawa</w:t>
      </w:r>
      <w:r w:rsidR="006B1214">
        <w:t>i</w:t>
      </w:r>
      <w:proofErr w:type="spellEnd"/>
      <w:r w:rsidR="006B1214">
        <w:t xml:space="preserve"> </w:t>
      </w:r>
      <w:r>
        <w:t>eilanden onder andere met de trein worden verkend.</w:t>
      </w:r>
    </w:p>
    <w:p w14:paraId="4172C729" w14:textId="5A632706" w:rsidR="001567A1" w:rsidRDefault="001567A1" w:rsidP="001567A1">
      <w:pPr>
        <w:pStyle w:val="Geenafstand"/>
        <w:numPr>
          <w:ilvl w:val="0"/>
          <w:numId w:val="2"/>
        </w:numPr>
      </w:pPr>
      <w:r>
        <w:t>Let op detail: kleur (</w:t>
      </w:r>
      <w:proofErr w:type="spellStart"/>
      <w:r>
        <w:t>toning</w:t>
      </w:r>
      <w:proofErr w:type="spellEnd"/>
      <w:r>
        <w:t xml:space="preserve"> &amp; </w:t>
      </w:r>
      <w:proofErr w:type="spellStart"/>
      <w:r>
        <w:t>tinting</w:t>
      </w:r>
      <w:proofErr w:type="spellEnd"/>
      <w:r>
        <w:t>)</w:t>
      </w:r>
    </w:p>
    <w:p w14:paraId="57C50FDF" w14:textId="4B10DD7B" w:rsidR="001567A1" w:rsidRDefault="001567A1" w:rsidP="001567A1">
      <w:pPr>
        <w:pStyle w:val="Geenafstand"/>
        <w:numPr>
          <w:ilvl w:val="0"/>
          <w:numId w:val="2"/>
        </w:numPr>
      </w:pPr>
      <w:r>
        <w:t xml:space="preserve">Informatie: dit is een aflevering van Cinema </w:t>
      </w:r>
      <w:proofErr w:type="spellStart"/>
      <w:r>
        <w:t>Perdu</w:t>
      </w:r>
      <w:proofErr w:type="spellEnd"/>
      <w:r>
        <w:t xml:space="preserve">, gemaakt door Peter </w:t>
      </w:r>
      <w:proofErr w:type="spellStart"/>
      <w:r>
        <w:t>Delpeut</w:t>
      </w:r>
      <w:proofErr w:type="spellEnd"/>
      <w:r>
        <w:t xml:space="preserve"> in 1995 bij de viering van 100 jaar cinema. De muziek maakt gebruik van een “steel </w:t>
      </w:r>
      <w:proofErr w:type="spellStart"/>
      <w:r>
        <w:t>guitar</w:t>
      </w:r>
      <w:proofErr w:type="spellEnd"/>
      <w:r>
        <w:t xml:space="preserve">”, ook wel bekend als </w:t>
      </w:r>
      <w:proofErr w:type="spellStart"/>
      <w:r>
        <w:t>hawaii</w:t>
      </w:r>
      <w:proofErr w:type="spellEnd"/>
      <w:r>
        <w:t xml:space="preserve"> gitaar.</w:t>
      </w:r>
    </w:p>
    <w:p w14:paraId="79EB45B1" w14:textId="3AB79F38" w:rsidR="001567A1" w:rsidRDefault="001567A1" w:rsidP="001567A1">
      <w:pPr>
        <w:pStyle w:val="Geenafstand"/>
        <w:numPr>
          <w:ilvl w:val="0"/>
          <w:numId w:val="2"/>
        </w:numPr>
      </w:pPr>
      <w:r>
        <w:t xml:space="preserve">Vergelijk: vakantiefilm, impressie gemaakt met een i-pad. Stel dat een vriend van je met dit beeldmateriaal aankomt, wat is je reactie? Hoe zou jij het aanpakken?  </w:t>
      </w:r>
    </w:p>
    <w:p w14:paraId="3D9CC0A9" w14:textId="43C3308F" w:rsidR="001567A1" w:rsidRDefault="001567A1" w:rsidP="001567A1">
      <w:pPr>
        <w:pStyle w:val="Geenafstand"/>
        <w:numPr>
          <w:ilvl w:val="0"/>
          <w:numId w:val="2"/>
        </w:numPr>
      </w:pPr>
      <w:r>
        <w:t>Vergelijk: reisprogramma op televisie = gericht op promotie van het land als reisbestemming. Voor het Nederlandse publiek in 1916 was Hawaii</w:t>
      </w:r>
      <w:r w:rsidR="007E6DED">
        <w:t>.</w:t>
      </w:r>
    </w:p>
    <w:p w14:paraId="23566090" w14:textId="322AA9ED" w:rsidR="007E6DED" w:rsidRDefault="007E6DED" w:rsidP="001567A1">
      <w:pPr>
        <w:pStyle w:val="Geenafstand"/>
        <w:numPr>
          <w:ilvl w:val="0"/>
          <w:numId w:val="2"/>
        </w:numPr>
      </w:pPr>
      <w:r>
        <w:t xml:space="preserve">Wat vonden jullie van de surf beelden? </w:t>
      </w:r>
    </w:p>
    <w:p w14:paraId="14DAD542" w14:textId="77777777" w:rsidR="006B1214" w:rsidRDefault="006B1214" w:rsidP="00F30020">
      <w:pPr>
        <w:pStyle w:val="Geenafstand"/>
      </w:pPr>
      <w:r w:rsidRPr="00F30020">
        <w:rPr>
          <w:b/>
        </w:rPr>
        <w:lastRenderedPageBreak/>
        <w:t>Modejournaal</w:t>
      </w:r>
      <w:r w:rsidRPr="00F30020">
        <w:rPr>
          <w:b/>
        </w:rPr>
        <w:br/>
      </w:r>
      <w:r w:rsidRPr="006B1214">
        <w:rPr>
          <w:i/>
        </w:rPr>
        <w:t>Regisseur: onbekend, Frankrijk, 1926, stil/ingekleurd, 2,5 minuut</w:t>
      </w:r>
      <w:r>
        <w:br/>
        <w:t>Dames showen de laatste mode uit Parijs.</w:t>
      </w:r>
    </w:p>
    <w:p w14:paraId="04F3969D" w14:textId="192B1AC5" w:rsidR="001567A1" w:rsidRDefault="001567A1" w:rsidP="001567A1">
      <w:pPr>
        <w:pStyle w:val="Geenafstand"/>
        <w:numPr>
          <w:ilvl w:val="0"/>
          <w:numId w:val="3"/>
        </w:numPr>
      </w:pPr>
      <w:r>
        <w:t>Let op detail: de kleding, omgeving en enscenering.</w:t>
      </w:r>
    </w:p>
    <w:p w14:paraId="3C84737C" w14:textId="77777777" w:rsidR="00804E65" w:rsidRDefault="001567A1" w:rsidP="001567A1">
      <w:pPr>
        <w:pStyle w:val="Geenafstand"/>
        <w:numPr>
          <w:ilvl w:val="0"/>
          <w:numId w:val="3"/>
        </w:numPr>
      </w:pPr>
      <w:r>
        <w:t>Informatie: d</w:t>
      </w:r>
      <w:r w:rsidR="00804E65">
        <w:t xml:space="preserve">eze film werd in 1926 in de bioscopen vertoond als onderdeel van het voorprogramma bij de hoofdfilm.  </w:t>
      </w:r>
    </w:p>
    <w:p w14:paraId="694D6D33" w14:textId="3DB01CC5" w:rsidR="001567A1" w:rsidRDefault="00804E65" w:rsidP="001567A1">
      <w:pPr>
        <w:pStyle w:val="Geenafstand"/>
        <w:numPr>
          <w:ilvl w:val="0"/>
          <w:numId w:val="3"/>
        </w:numPr>
      </w:pPr>
      <w:r>
        <w:t>Informatie: deze film is opgeborgen als onderdeel van een pakket “</w:t>
      </w:r>
      <w:r w:rsidR="001567A1">
        <w:t>Bits &amp; Pieces</w:t>
      </w:r>
      <w:r>
        <w:t>”</w:t>
      </w:r>
      <w:r w:rsidR="001567A1">
        <w:t>, een collectie van losse fragmenten en korte films. Een specialisme van EYE.</w:t>
      </w:r>
    </w:p>
    <w:p w14:paraId="0FE5B152" w14:textId="48C06D3A" w:rsidR="001567A1" w:rsidRDefault="001567A1" w:rsidP="001567A1">
      <w:pPr>
        <w:pStyle w:val="Geenafstand"/>
        <w:numPr>
          <w:ilvl w:val="0"/>
          <w:numId w:val="3"/>
        </w:numPr>
      </w:pPr>
      <w:r>
        <w:t>Vergelijk: de huidige catwalk en mode-modellen: overeenkomsten en verschillen?</w:t>
      </w:r>
    </w:p>
    <w:p w14:paraId="2A33F502" w14:textId="77777777" w:rsidR="00F30020" w:rsidRPr="004B2C70" w:rsidRDefault="00F30020" w:rsidP="00F30020">
      <w:pPr>
        <w:pStyle w:val="Geenafstand"/>
      </w:pPr>
    </w:p>
    <w:p w14:paraId="5D13470B" w14:textId="77777777" w:rsidR="001567A1" w:rsidRDefault="004B2C70" w:rsidP="00F30020">
      <w:pPr>
        <w:pStyle w:val="Geenafstand"/>
      </w:pPr>
      <w:proofErr w:type="spellStart"/>
      <w:r w:rsidRPr="00F30020">
        <w:rPr>
          <w:b/>
        </w:rPr>
        <w:t>Arthème</w:t>
      </w:r>
      <w:proofErr w:type="spellEnd"/>
      <w:r w:rsidRPr="00F30020">
        <w:rPr>
          <w:b/>
        </w:rPr>
        <w:t xml:space="preserve"> als operateur</w:t>
      </w:r>
      <w:r w:rsidRPr="00F30020">
        <w:rPr>
          <w:b/>
        </w:rPr>
        <w:br/>
      </w:r>
      <w:r w:rsidRPr="004B2C70">
        <w:rPr>
          <w:i/>
        </w:rPr>
        <w:t xml:space="preserve">Regisseur: Ernest </w:t>
      </w:r>
      <w:proofErr w:type="spellStart"/>
      <w:r w:rsidRPr="004B2C70">
        <w:rPr>
          <w:i/>
        </w:rPr>
        <w:t>Servaes</w:t>
      </w:r>
      <w:proofErr w:type="spellEnd"/>
      <w:r w:rsidRPr="004B2C70">
        <w:rPr>
          <w:i/>
        </w:rPr>
        <w:t>, Frankrijk, 1913, stil/zwart-wit, 7 minuten</w:t>
      </w:r>
      <w:r>
        <w:rPr>
          <w:i/>
        </w:rPr>
        <w:br/>
      </w:r>
      <w:proofErr w:type="spellStart"/>
      <w:r>
        <w:t>Artheme</w:t>
      </w:r>
      <w:proofErr w:type="spellEnd"/>
      <w:r>
        <w:t xml:space="preserve"> reageert op een advertentie in de krant waarin een filmoperateur wordt gevraagd. Met wat gebluf wordt hij aangenomen, maar tijdens het werk gaat er veel mis. </w:t>
      </w:r>
    </w:p>
    <w:p w14:paraId="264B11C3" w14:textId="625C7CEF" w:rsidR="004B2C70" w:rsidRDefault="001567A1" w:rsidP="001567A1">
      <w:pPr>
        <w:pStyle w:val="Geenafstand"/>
        <w:numPr>
          <w:ilvl w:val="0"/>
          <w:numId w:val="4"/>
        </w:numPr>
      </w:pPr>
      <w:r>
        <w:t xml:space="preserve">Let op detail: </w:t>
      </w:r>
      <w:r w:rsidR="004B2C70">
        <w:t xml:space="preserve">Deze slapstick laat het werk van een operateur zien in de beginjaren van de film en ook de pianist in de zaal is duidelijk zichtbaar. </w:t>
      </w:r>
    </w:p>
    <w:p w14:paraId="1C26277E" w14:textId="7EC5C80A" w:rsidR="001567A1" w:rsidRDefault="001567A1" w:rsidP="001567A1">
      <w:pPr>
        <w:pStyle w:val="Geenafstand"/>
        <w:numPr>
          <w:ilvl w:val="0"/>
          <w:numId w:val="4"/>
        </w:numPr>
      </w:pPr>
      <w:r>
        <w:t>Informatie: sinds 2012 gebruiken we geen filmrollen meer, de projectie is digitaal geworden.</w:t>
      </w:r>
    </w:p>
    <w:p w14:paraId="32BEC038" w14:textId="03730F09" w:rsidR="00804E65" w:rsidRDefault="00804E65" w:rsidP="001567A1">
      <w:pPr>
        <w:pStyle w:val="Geenafstand"/>
        <w:numPr>
          <w:ilvl w:val="0"/>
          <w:numId w:val="4"/>
        </w:numPr>
      </w:pPr>
      <w:r>
        <w:t>Wat zien jullie dat afwijkt van bioscoopvoorstellingen van nu? En wat is nog hetzelfde?</w:t>
      </w:r>
    </w:p>
    <w:p w14:paraId="28F53CFC" w14:textId="77777777" w:rsidR="00F30020" w:rsidRDefault="00F30020" w:rsidP="00F30020">
      <w:pPr>
        <w:pStyle w:val="Geenafstand"/>
      </w:pPr>
    </w:p>
    <w:p w14:paraId="63314C89" w14:textId="77777777" w:rsidR="004B2C70" w:rsidRDefault="004B2C70" w:rsidP="00F30020">
      <w:pPr>
        <w:pStyle w:val="Geenafstand"/>
      </w:pPr>
      <w:r w:rsidRPr="00F30020">
        <w:rPr>
          <w:b/>
        </w:rPr>
        <w:t>De Jantjes (fragment)</w:t>
      </w:r>
      <w:r w:rsidRPr="00F30020">
        <w:rPr>
          <w:b/>
        </w:rPr>
        <w:br/>
      </w:r>
      <w:r w:rsidRPr="004B2C70">
        <w:rPr>
          <w:i/>
        </w:rPr>
        <w:t xml:space="preserve">Regisseur: Jaap </w:t>
      </w:r>
      <w:proofErr w:type="spellStart"/>
      <w:r w:rsidRPr="004B2C70">
        <w:rPr>
          <w:i/>
        </w:rPr>
        <w:t>Speijer</w:t>
      </w:r>
      <w:proofErr w:type="spellEnd"/>
      <w:r w:rsidRPr="004B2C70">
        <w:rPr>
          <w:i/>
        </w:rPr>
        <w:t>, Nederland, 1934, geluid/zwart-wit, 2,5 minuten</w:t>
      </w:r>
      <w:r>
        <w:rPr>
          <w:i/>
        </w:rPr>
        <w:br/>
      </w:r>
      <w:r>
        <w:t xml:space="preserve">Drie mannen komen na jaren van dienst in Nederlands-Indië terug in Amsterdam. In het begin is het feest, maar al gauw lopen ze tegen allerlei problemen aan. Deze film is één van de eerste geluidsfilm in Nederland en destijds een enorm succes. Het is opgenomen in de Canon van de Nederlandse film.  </w:t>
      </w:r>
    </w:p>
    <w:p w14:paraId="75521E6D" w14:textId="5712E5E9" w:rsidR="00F30020" w:rsidRDefault="001567A1" w:rsidP="001567A1">
      <w:pPr>
        <w:pStyle w:val="Geenafstand"/>
        <w:numPr>
          <w:ilvl w:val="0"/>
          <w:numId w:val="5"/>
        </w:numPr>
      </w:pPr>
      <w:r>
        <w:t xml:space="preserve">Informatie: dit is een vroege geluidsfilm, een fragment uit een speelfilm die destijds bijzonder populair was (vergelijk: </w:t>
      </w:r>
      <w:proofErr w:type="spellStart"/>
      <w:r>
        <w:t>Gooise</w:t>
      </w:r>
      <w:proofErr w:type="spellEnd"/>
      <w:r>
        <w:t xml:space="preserve"> Huisvrouwen)</w:t>
      </w:r>
      <w:r w:rsidR="004635A7">
        <w:t>.</w:t>
      </w:r>
    </w:p>
    <w:p w14:paraId="0584EA08" w14:textId="77777777" w:rsidR="004635A7" w:rsidRDefault="004635A7" w:rsidP="004635A7">
      <w:pPr>
        <w:pStyle w:val="Geenafstand"/>
      </w:pPr>
    </w:p>
    <w:p w14:paraId="3102B88D" w14:textId="1D76D493" w:rsidR="00171333" w:rsidRPr="00171333" w:rsidRDefault="00171333" w:rsidP="004635A7">
      <w:pPr>
        <w:pStyle w:val="Geenafstand"/>
        <w:rPr>
          <w:b/>
        </w:rPr>
      </w:pPr>
      <w:r w:rsidRPr="00171333">
        <w:rPr>
          <w:b/>
        </w:rPr>
        <w:t>Afrondingsvragen, reflectie na de vertoning:</w:t>
      </w:r>
    </w:p>
    <w:p w14:paraId="4422DB53" w14:textId="425F425D" w:rsidR="00171333" w:rsidRDefault="00171333" w:rsidP="00171333">
      <w:pPr>
        <w:pStyle w:val="Geenafstand"/>
        <w:numPr>
          <w:ilvl w:val="0"/>
          <w:numId w:val="5"/>
        </w:numPr>
      </w:pPr>
      <w:r>
        <w:t>Wat is jullie het meeste opgevallen?</w:t>
      </w:r>
    </w:p>
    <w:p w14:paraId="2AC0D2AF" w14:textId="5B81CBDD" w:rsidR="00171333" w:rsidRDefault="00171333" w:rsidP="00171333">
      <w:pPr>
        <w:pStyle w:val="Geenafstand"/>
        <w:numPr>
          <w:ilvl w:val="0"/>
          <w:numId w:val="5"/>
        </w:numPr>
      </w:pPr>
      <w:r>
        <w:t>Welke film vonden jullie het leukst, waarom?</w:t>
      </w:r>
    </w:p>
    <w:p w14:paraId="506EC25A" w14:textId="77777777" w:rsidR="00171333" w:rsidRDefault="00171333" w:rsidP="004635A7">
      <w:pPr>
        <w:pStyle w:val="Geenafstand"/>
      </w:pPr>
    </w:p>
    <w:p w14:paraId="6A6622B2" w14:textId="77777777" w:rsidR="00F30020" w:rsidRDefault="00F30020" w:rsidP="00F30020">
      <w:pPr>
        <w:pStyle w:val="Geenafstand"/>
        <w:rPr>
          <w:sz w:val="44"/>
          <w:szCs w:val="44"/>
        </w:rPr>
      </w:pPr>
      <w:r w:rsidRPr="00F30020">
        <w:rPr>
          <w:sz w:val="44"/>
          <w:szCs w:val="44"/>
        </w:rPr>
        <w:t>Thema2: Hoe werden films gemaakt?</w:t>
      </w:r>
    </w:p>
    <w:p w14:paraId="19368D5D" w14:textId="5CD9F7C2" w:rsidR="00171333" w:rsidRPr="00454945" w:rsidRDefault="00171333" w:rsidP="00171333">
      <w:pPr>
        <w:pStyle w:val="Geenafstand"/>
        <w:numPr>
          <w:ilvl w:val="0"/>
          <w:numId w:val="5"/>
        </w:numPr>
      </w:pPr>
      <w:r w:rsidRPr="00454945">
        <w:t>Film is illusie</w:t>
      </w:r>
    </w:p>
    <w:p w14:paraId="6B4E0477" w14:textId="58FD9F37" w:rsidR="00F30020" w:rsidRPr="00454945" w:rsidRDefault="004635A7" w:rsidP="00171333">
      <w:pPr>
        <w:pStyle w:val="Geenafstand"/>
        <w:numPr>
          <w:ilvl w:val="0"/>
          <w:numId w:val="5"/>
        </w:numPr>
      </w:pPr>
      <w:r w:rsidRPr="00454945">
        <w:t>special effect, stunts, montage</w:t>
      </w:r>
    </w:p>
    <w:p w14:paraId="74C587F4" w14:textId="77777777" w:rsidR="004635A7" w:rsidRPr="004635A7" w:rsidRDefault="004635A7" w:rsidP="00F30020">
      <w:pPr>
        <w:pStyle w:val="Geenafstand"/>
        <w:rPr>
          <w:sz w:val="24"/>
          <w:szCs w:val="24"/>
        </w:rPr>
      </w:pPr>
    </w:p>
    <w:p w14:paraId="2B0E4876" w14:textId="77777777" w:rsidR="004B2C70" w:rsidRDefault="004B2C70" w:rsidP="00F30020">
      <w:pPr>
        <w:pStyle w:val="Geenafstand"/>
      </w:pPr>
      <w:r w:rsidRPr="00F30020">
        <w:rPr>
          <w:b/>
        </w:rPr>
        <w:t xml:space="preserve">Reve a la </w:t>
      </w:r>
      <w:proofErr w:type="spellStart"/>
      <w:r w:rsidRPr="00F30020">
        <w:rPr>
          <w:b/>
        </w:rPr>
        <w:t>lune</w:t>
      </w:r>
      <w:proofErr w:type="spellEnd"/>
      <w:r w:rsidRPr="00F30020">
        <w:rPr>
          <w:b/>
        </w:rPr>
        <w:br/>
      </w:r>
      <w:r w:rsidRPr="004B2C70">
        <w:rPr>
          <w:i/>
        </w:rPr>
        <w:t xml:space="preserve">Regisseur: </w:t>
      </w:r>
      <w:proofErr w:type="spellStart"/>
      <w:r w:rsidRPr="004B2C70">
        <w:rPr>
          <w:i/>
        </w:rPr>
        <w:t>Gaston</w:t>
      </w:r>
      <w:proofErr w:type="spellEnd"/>
      <w:r w:rsidRPr="004B2C70">
        <w:rPr>
          <w:i/>
        </w:rPr>
        <w:t xml:space="preserve"> </w:t>
      </w:r>
      <w:proofErr w:type="spellStart"/>
      <w:r w:rsidRPr="004B2C70">
        <w:rPr>
          <w:i/>
        </w:rPr>
        <w:t>Velle</w:t>
      </w:r>
      <w:proofErr w:type="spellEnd"/>
      <w:r w:rsidRPr="004B2C70">
        <w:rPr>
          <w:i/>
        </w:rPr>
        <w:t>, Frankrijk, 1905, stil/</w:t>
      </w:r>
      <w:proofErr w:type="spellStart"/>
      <w:r w:rsidRPr="004B2C70">
        <w:rPr>
          <w:i/>
        </w:rPr>
        <w:t>tinting</w:t>
      </w:r>
      <w:proofErr w:type="spellEnd"/>
      <w:r w:rsidRPr="004B2C70">
        <w:rPr>
          <w:i/>
        </w:rPr>
        <w:t>, 4 minuten</w:t>
      </w:r>
      <w:r>
        <w:rPr>
          <w:i/>
        </w:rPr>
        <w:br/>
      </w:r>
      <w:r>
        <w:t xml:space="preserve">Nederlandse titel: Schep vreugde in het leven tot den laatste druppel. In de film is een nachtelijk avontuur te zien (met veel trucages) van een man die iets te diep in het glaasje heeft gekeken. </w:t>
      </w:r>
    </w:p>
    <w:p w14:paraId="5DFE9AD3" w14:textId="03D0ACC6" w:rsidR="00F30020" w:rsidRDefault="00804E65" w:rsidP="00804E65">
      <w:pPr>
        <w:pStyle w:val="Geenafstand"/>
        <w:numPr>
          <w:ilvl w:val="0"/>
          <w:numId w:val="7"/>
        </w:numPr>
      </w:pPr>
      <w:r>
        <w:t>In de film worden verschillende technieken gebruikt. Welke technieken herken je?</w:t>
      </w:r>
    </w:p>
    <w:p w14:paraId="1E50260E" w14:textId="77777777" w:rsidR="00804E65" w:rsidRDefault="00804E65" w:rsidP="00804E65">
      <w:pPr>
        <w:pStyle w:val="Geenafstand"/>
      </w:pPr>
    </w:p>
    <w:p w14:paraId="2C125E4E" w14:textId="18D48433" w:rsidR="004635A7" w:rsidRDefault="004B2C70" w:rsidP="00F30020">
      <w:pPr>
        <w:pStyle w:val="Geenafstand"/>
      </w:pPr>
      <w:r w:rsidRPr="00F30020">
        <w:rPr>
          <w:b/>
        </w:rPr>
        <w:t>Het geheim van Delft (fragment)</w:t>
      </w:r>
      <w:r w:rsidRPr="00F30020">
        <w:rPr>
          <w:b/>
        </w:rPr>
        <w:br/>
      </w:r>
      <w:r w:rsidRPr="004B2C70">
        <w:rPr>
          <w:i/>
        </w:rPr>
        <w:t xml:space="preserve">Regisseur: Maurits </w:t>
      </w:r>
      <w:proofErr w:type="spellStart"/>
      <w:r w:rsidRPr="004B2C70">
        <w:rPr>
          <w:i/>
        </w:rPr>
        <w:t>Binger</w:t>
      </w:r>
      <w:proofErr w:type="spellEnd"/>
      <w:r w:rsidRPr="004B2C70">
        <w:rPr>
          <w:i/>
        </w:rPr>
        <w:t>, Nederland, 1917, stil/zwart-wit, 3 minuten</w:t>
      </w:r>
      <w:r>
        <w:rPr>
          <w:i/>
        </w:rPr>
        <w:br/>
      </w:r>
      <w:proofErr w:type="spellStart"/>
      <w:r w:rsidR="004635A7">
        <w:t>Speelff</w:t>
      </w:r>
      <w:r>
        <w:t>ilm</w:t>
      </w:r>
      <w:proofErr w:type="spellEnd"/>
      <w:r>
        <w:t xml:space="preserve"> over een vermeende moord en een onmogelijke liefde</w:t>
      </w:r>
      <w:r w:rsidR="004635A7">
        <w:t xml:space="preserve">. </w:t>
      </w:r>
    </w:p>
    <w:p w14:paraId="14D1D953" w14:textId="1AE85BA9" w:rsidR="004635A7" w:rsidRDefault="004635A7" w:rsidP="004635A7">
      <w:pPr>
        <w:pStyle w:val="Geenafstand"/>
        <w:numPr>
          <w:ilvl w:val="0"/>
          <w:numId w:val="5"/>
        </w:numPr>
      </w:pPr>
      <w:r>
        <w:t>Informatie: A</w:t>
      </w:r>
      <w:r w:rsidR="004B2C70">
        <w:t xml:space="preserve">ctrice Annie Bos </w:t>
      </w:r>
      <w:r>
        <w:t xml:space="preserve">was destijds een populaire actrice, zowel in film als in het theater. Ze was de eerste Nederlandse filmdiva. </w:t>
      </w:r>
    </w:p>
    <w:p w14:paraId="32239A6F" w14:textId="29EDE300" w:rsidR="004635A7" w:rsidRDefault="004635A7" w:rsidP="004635A7">
      <w:pPr>
        <w:pStyle w:val="Geenafstand"/>
        <w:numPr>
          <w:ilvl w:val="0"/>
          <w:numId w:val="5"/>
        </w:numPr>
      </w:pPr>
      <w:r>
        <w:t xml:space="preserve">Vergelijk: </w:t>
      </w:r>
      <w:proofErr w:type="spellStart"/>
      <w:r>
        <w:t>Carice</w:t>
      </w:r>
      <w:proofErr w:type="spellEnd"/>
      <w:r>
        <w:t xml:space="preserve"> van Houten? Wie vinden jullie een mooie filmactrice?</w:t>
      </w:r>
    </w:p>
    <w:p w14:paraId="0B868731" w14:textId="5C541FF1" w:rsidR="004B2C70" w:rsidRDefault="004635A7" w:rsidP="004635A7">
      <w:pPr>
        <w:pStyle w:val="Geenafstand"/>
        <w:numPr>
          <w:ilvl w:val="0"/>
          <w:numId w:val="5"/>
        </w:numPr>
      </w:pPr>
      <w:r>
        <w:t xml:space="preserve">Informatie: </w:t>
      </w:r>
      <w:r w:rsidR="004B2C70">
        <w:t xml:space="preserve">Henny Vrienten heeft onder deze stille film muziek gezet.  </w:t>
      </w:r>
    </w:p>
    <w:p w14:paraId="42FD23EA" w14:textId="7D619EC3" w:rsidR="00F30020" w:rsidRDefault="004635A7" w:rsidP="004635A7">
      <w:pPr>
        <w:pStyle w:val="Geenafstand"/>
        <w:numPr>
          <w:ilvl w:val="0"/>
          <w:numId w:val="5"/>
        </w:numPr>
      </w:pPr>
      <w:r>
        <w:t>Let op detail: het fragment begint met een achtervolging. Is het overtuigend in beeld gebracht?</w:t>
      </w:r>
    </w:p>
    <w:p w14:paraId="225A4DA6" w14:textId="77777777" w:rsidR="004635A7" w:rsidRDefault="004635A7" w:rsidP="00F30020">
      <w:pPr>
        <w:pStyle w:val="Geenafstand"/>
      </w:pPr>
    </w:p>
    <w:p w14:paraId="04579BEE" w14:textId="77777777" w:rsidR="004B2C70" w:rsidRDefault="004B2C70" w:rsidP="00F30020">
      <w:pPr>
        <w:pStyle w:val="Geenafstand"/>
      </w:pPr>
      <w:r w:rsidRPr="00F30020">
        <w:rPr>
          <w:b/>
        </w:rPr>
        <w:t xml:space="preserve">Les </w:t>
      </w:r>
      <w:proofErr w:type="spellStart"/>
      <w:r w:rsidRPr="00F30020">
        <w:rPr>
          <w:b/>
        </w:rPr>
        <w:t>six</w:t>
      </w:r>
      <w:proofErr w:type="spellEnd"/>
      <w:r w:rsidRPr="00F30020">
        <w:rPr>
          <w:b/>
        </w:rPr>
        <w:t xml:space="preserve"> </w:t>
      </w:r>
      <w:proofErr w:type="spellStart"/>
      <w:r w:rsidRPr="00F30020">
        <w:rPr>
          <w:b/>
        </w:rPr>
        <w:t>soeurs</w:t>
      </w:r>
      <w:proofErr w:type="spellEnd"/>
      <w:r w:rsidRPr="00F30020">
        <w:rPr>
          <w:b/>
        </w:rPr>
        <w:t xml:space="preserve"> </w:t>
      </w:r>
      <w:proofErr w:type="spellStart"/>
      <w:r w:rsidRPr="00F30020">
        <w:rPr>
          <w:b/>
        </w:rPr>
        <w:t>Dainef</w:t>
      </w:r>
      <w:proofErr w:type="spellEnd"/>
      <w:r w:rsidRPr="00F30020">
        <w:rPr>
          <w:b/>
        </w:rPr>
        <w:br/>
      </w:r>
      <w:r w:rsidRPr="004B2C70">
        <w:rPr>
          <w:i/>
        </w:rPr>
        <w:t>Regisseur onbekend, Frankri</w:t>
      </w:r>
      <w:r w:rsidR="00C539DE">
        <w:rPr>
          <w:i/>
        </w:rPr>
        <w:t>j</w:t>
      </w:r>
      <w:r w:rsidRPr="004B2C70">
        <w:rPr>
          <w:i/>
        </w:rPr>
        <w:t>k, 1902, stil/ingekleurd, 3 minuten</w:t>
      </w:r>
      <w:r>
        <w:rPr>
          <w:i/>
        </w:rPr>
        <w:br/>
      </w:r>
      <w:r>
        <w:t xml:space="preserve">Film waarin zes vrouwen acrobatische taferelen uitvoeren. Hier en daar lijkt gebruik gemaakt te zijn van trucage omdat de act te onwaarschijnlijk oogt. </w:t>
      </w:r>
    </w:p>
    <w:p w14:paraId="3005BDB9" w14:textId="18846C81" w:rsidR="00F30020" w:rsidRDefault="004635A7" w:rsidP="004635A7">
      <w:pPr>
        <w:pStyle w:val="Geenafstand"/>
        <w:numPr>
          <w:ilvl w:val="0"/>
          <w:numId w:val="6"/>
        </w:numPr>
      </w:pPr>
      <w:r>
        <w:t>Informatie: films werden in 1902 vertoond als onderdeel van een theatershow met diverse acts en attracties. Een regulier bioscoopprogramma bestond toen nog niet.</w:t>
      </w:r>
      <w:r w:rsidR="00804E65">
        <w:t xml:space="preserve"> Film was een kermisattractie.</w:t>
      </w:r>
    </w:p>
    <w:p w14:paraId="284C8C4E" w14:textId="1BAF64E7" w:rsidR="00804E65" w:rsidRDefault="00804E65" w:rsidP="004635A7">
      <w:pPr>
        <w:pStyle w:val="Geenafstand"/>
        <w:numPr>
          <w:ilvl w:val="0"/>
          <w:numId w:val="6"/>
        </w:numPr>
      </w:pPr>
      <w:r>
        <w:t>Zou je deze acrobatiek durven uitvoeren?</w:t>
      </w:r>
    </w:p>
    <w:p w14:paraId="513C9B22" w14:textId="77777777" w:rsidR="004635A7" w:rsidRDefault="004635A7" w:rsidP="004635A7">
      <w:pPr>
        <w:pStyle w:val="Geenafstand"/>
      </w:pPr>
    </w:p>
    <w:p w14:paraId="674C27E3" w14:textId="77777777" w:rsidR="004B2C70" w:rsidRDefault="004B2C70" w:rsidP="00F30020">
      <w:pPr>
        <w:pStyle w:val="Geenafstand"/>
      </w:pPr>
      <w:proofErr w:type="spellStart"/>
      <w:r w:rsidRPr="00F30020">
        <w:rPr>
          <w:b/>
        </w:rPr>
        <w:t>Alice’s</w:t>
      </w:r>
      <w:proofErr w:type="spellEnd"/>
      <w:r w:rsidRPr="00F30020">
        <w:rPr>
          <w:b/>
        </w:rPr>
        <w:t xml:space="preserve"> wild west show</w:t>
      </w:r>
      <w:r w:rsidRPr="00F30020">
        <w:rPr>
          <w:b/>
        </w:rPr>
        <w:br/>
      </w:r>
      <w:r w:rsidRPr="004B2C70">
        <w:rPr>
          <w:i/>
        </w:rPr>
        <w:t>Regisseur: Wal</w:t>
      </w:r>
      <w:r w:rsidR="00C539DE">
        <w:rPr>
          <w:i/>
        </w:rPr>
        <w:t>t</w:t>
      </w:r>
      <w:r w:rsidRPr="004B2C70">
        <w:rPr>
          <w:i/>
        </w:rPr>
        <w:t xml:space="preserve"> Disney, VS, 1924, stil/zwart-wit, 12 minuten</w:t>
      </w:r>
      <w:r>
        <w:rPr>
          <w:i/>
        </w:rPr>
        <w:br/>
      </w:r>
      <w:r>
        <w:t>Het meisje Alice maakt met wat vriendjes een voorstelling die wordt verstoord door vervelende buurkinderen. De vriendjes willen niet meer meespelen dus vertelt Alice in haar eentje een spannend verhaal. Terwijl ze vertelt gaat de film over in een animatiefilm met Alice in de hoofdrol.</w:t>
      </w:r>
    </w:p>
    <w:p w14:paraId="45283661" w14:textId="13DC25E1" w:rsidR="004635A7" w:rsidRDefault="004635A7" w:rsidP="004635A7">
      <w:pPr>
        <w:pStyle w:val="Geenafstand"/>
        <w:numPr>
          <w:ilvl w:val="0"/>
          <w:numId w:val="6"/>
        </w:numPr>
      </w:pPr>
      <w:r>
        <w:t>Wie heeft nog nooit een Disney film gezien?</w:t>
      </w:r>
    </w:p>
    <w:p w14:paraId="4AB4C451" w14:textId="73F7594B" w:rsidR="004635A7" w:rsidRDefault="004635A7" w:rsidP="004635A7">
      <w:pPr>
        <w:pStyle w:val="Geenafstand"/>
        <w:numPr>
          <w:ilvl w:val="0"/>
          <w:numId w:val="6"/>
        </w:numPr>
      </w:pPr>
      <w:r>
        <w:t xml:space="preserve">Zou je deze film vertonen aan een kinderpubliek? </w:t>
      </w:r>
      <w:r w:rsidR="007E6DED">
        <w:t>Waarom wel, waarom niet? D</w:t>
      </w:r>
      <w:r>
        <w:t xml:space="preserve">e film zit vol harde stereotypen: de pestkop is een dik jongetje </w:t>
      </w:r>
      <w:r w:rsidR="007E6DED">
        <w:t xml:space="preserve">- </w:t>
      </w:r>
      <w:r>
        <w:t>maar Alice is een weerbaar en mondig meisje!. De film zit vol cartoon humor: Alice schiet iedereen dood maar mist de boef. Ze rookt sigaren. De indianen zijn</w:t>
      </w:r>
      <w:r w:rsidR="00171333">
        <w:t xml:space="preserve"> niet erg slim.</w:t>
      </w:r>
    </w:p>
    <w:p w14:paraId="21A06F89" w14:textId="77777777" w:rsidR="007E6DED" w:rsidRDefault="00804E65" w:rsidP="004635A7">
      <w:pPr>
        <w:pStyle w:val="Geenafstand"/>
        <w:numPr>
          <w:ilvl w:val="0"/>
          <w:numId w:val="6"/>
        </w:numPr>
      </w:pPr>
      <w:r>
        <w:t>Wie heeft zelf wel eens een animatiefilm gemaakt, of een workshop animatiefilm gevolgd?</w:t>
      </w:r>
      <w:r w:rsidR="007E6DED">
        <w:t xml:space="preserve"> </w:t>
      </w:r>
    </w:p>
    <w:p w14:paraId="7780D88E" w14:textId="7CE1CA42" w:rsidR="00804E65" w:rsidRDefault="007E6DED" w:rsidP="004635A7">
      <w:pPr>
        <w:pStyle w:val="Geenafstand"/>
        <w:numPr>
          <w:ilvl w:val="0"/>
          <w:numId w:val="6"/>
        </w:numPr>
      </w:pPr>
      <w:r>
        <w:t>In de kelder van EYE kan je (op een andere dag) een flipboekje maken, neem je familie mee, dan hebben jullie een leuke dag.</w:t>
      </w:r>
    </w:p>
    <w:p w14:paraId="6FA32CD1" w14:textId="77777777" w:rsidR="004B2C70" w:rsidRDefault="004B2C70" w:rsidP="00F30020">
      <w:pPr>
        <w:pStyle w:val="Geenafstand"/>
      </w:pPr>
    </w:p>
    <w:p w14:paraId="1E48877B" w14:textId="77777777" w:rsidR="00171333" w:rsidRDefault="00171333" w:rsidP="00171333">
      <w:pPr>
        <w:pStyle w:val="Geenafstand"/>
      </w:pPr>
    </w:p>
    <w:p w14:paraId="5F82388C" w14:textId="77777777" w:rsidR="00171333" w:rsidRPr="00171333" w:rsidRDefault="00171333" w:rsidP="00171333">
      <w:pPr>
        <w:pStyle w:val="Geenafstand"/>
        <w:rPr>
          <w:b/>
        </w:rPr>
      </w:pPr>
      <w:r w:rsidRPr="00171333">
        <w:rPr>
          <w:b/>
        </w:rPr>
        <w:t>Afrondingsvragen, reflectie na de vertoning:</w:t>
      </w:r>
    </w:p>
    <w:p w14:paraId="21C03BE9" w14:textId="77777777" w:rsidR="00171333" w:rsidRDefault="00171333" w:rsidP="00171333">
      <w:pPr>
        <w:pStyle w:val="Geenafstand"/>
        <w:numPr>
          <w:ilvl w:val="0"/>
          <w:numId w:val="5"/>
        </w:numPr>
      </w:pPr>
      <w:r>
        <w:t>Wat is jullie het meeste opgevallen?</w:t>
      </w:r>
    </w:p>
    <w:p w14:paraId="66C72672" w14:textId="77777777" w:rsidR="00171333" w:rsidRDefault="00171333" w:rsidP="00171333">
      <w:pPr>
        <w:pStyle w:val="Geenafstand"/>
        <w:numPr>
          <w:ilvl w:val="0"/>
          <w:numId w:val="5"/>
        </w:numPr>
      </w:pPr>
      <w:r>
        <w:t>Welke film vonden jullie het leukst, waarom?</w:t>
      </w:r>
    </w:p>
    <w:p w14:paraId="6C0887A4" w14:textId="77777777" w:rsidR="00171333" w:rsidRDefault="00171333" w:rsidP="00F30020">
      <w:pPr>
        <w:pStyle w:val="Geenafstand"/>
      </w:pPr>
    </w:p>
    <w:sectPr w:rsidR="0017133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90764A" w14:textId="77777777" w:rsidR="002A49A4" w:rsidRDefault="002A49A4" w:rsidP="002A49A4">
      <w:pPr>
        <w:spacing w:after="0" w:line="240" w:lineRule="auto"/>
      </w:pPr>
      <w:r>
        <w:separator/>
      </w:r>
    </w:p>
  </w:endnote>
  <w:endnote w:type="continuationSeparator" w:id="0">
    <w:p w14:paraId="4CAB5BAA" w14:textId="77777777" w:rsidR="002A49A4" w:rsidRDefault="002A49A4" w:rsidP="002A4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EF746" w14:textId="77777777" w:rsidR="002A49A4" w:rsidRDefault="002A49A4">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60073" w14:textId="4FFDBB19" w:rsidR="002A49A4" w:rsidRDefault="002A49A4">
    <w:pPr>
      <w:pStyle w:val="Voettekst"/>
    </w:pPr>
    <w:r>
      <w:rPr>
        <w:noProof/>
      </w:rPr>
      <mc:AlternateContent>
        <mc:Choice Requires="wpg">
          <w:drawing>
            <wp:anchor distT="0" distB="0" distL="114300" distR="114300" simplePos="0" relativeHeight="251661312" behindDoc="0" locked="0" layoutInCell="1" allowOverlap="1" wp14:anchorId="53FF9D0D" wp14:editId="1038D5F1">
              <wp:simplePos x="0" y="0"/>
              <wp:positionH relativeFrom="column">
                <wp:posOffset>2783840</wp:posOffset>
              </wp:positionH>
              <wp:positionV relativeFrom="paragraph">
                <wp:posOffset>207645</wp:posOffset>
              </wp:positionV>
              <wp:extent cx="3898081" cy="421915"/>
              <wp:effectExtent l="0" t="0" r="7620" b="0"/>
              <wp:wrapNone/>
              <wp:docPr id="4" name="Groep 4"/>
              <wp:cNvGraphicFramePr/>
              <a:graphic xmlns:a="http://schemas.openxmlformats.org/drawingml/2006/main">
                <a:graphicData uri="http://schemas.microsoft.com/office/word/2010/wordprocessingGroup">
                  <wpg:wgp>
                    <wpg:cNvGrpSpPr/>
                    <wpg:grpSpPr>
                      <a:xfrm>
                        <a:off x="0" y="0"/>
                        <a:ext cx="3898081" cy="421915"/>
                        <a:chOff x="0" y="65327"/>
                        <a:chExt cx="3898081" cy="421915"/>
                      </a:xfrm>
                    </wpg:grpSpPr>
                    <pic:pic xmlns:pic="http://schemas.openxmlformats.org/drawingml/2006/picture">
                      <pic:nvPicPr>
                        <pic:cNvPr id="1" name="Afbeelding 1" descr="C:\Users\fwiebenga\AppData\Local\Microsoft\Windows\Temporary Internet Files\Content.Word\Logo ABCinema.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450109" y="65327"/>
                          <a:ext cx="374061" cy="373856"/>
                        </a:xfrm>
                        <a:prstGeom prst="rect">
                          <a:avLst/>
                        </a:prstGeom>
                        <a:noFill/>
                        <a:ln>
                          <a:noFill/>
                        </a:ln>
                      </pic:spPr>
                    </pic:pic>
                    <wps:wsp>
                      <wps:cNvPr id="307" name="Tekstvak 2"/>
                      <wps:cNvSpPr txBox="1">
                        <a:spLocks noChangeArrowheads="1"/>
                      </wps:cNvSpPr>
                      <wps:spPr bwMode="auto">
                        <a:xfrm>
                          <a:off x="0" y="124615"/>
                          <a:ext cx="1597659" cy="362584"/>
                        </a:xfrm>
                        <a:prstGeom prst="rect">
                          <a:avLst/>
                        </a:prstGeom>
                        <a:noFill/>
                        <a:ln w="9525">
                          <a:noFill/>
                          <a:miter lim="800000"/>
                          <a:headEnd/>
                          <a:tailEnd/>
                        </a:ln>
                      </wps:spPr>
                      <wps:txbx>
                        <w:txbxContent>
                          <w:p w14:paraId="30FC5E38" w14:textId="77777777" w:rsidR="002A49A4" w:rsidRPr="009E6515" w:rsidRDefault="002A49A4" w:rsidP="002A49A4">
                            <w:pPr>
                              <w:rPr>
                                <w:rFonts w:ascii="Arial" w:hAnsi="Arial" w:cs="Arial"/>
                                <w:i/>
                                <w:sz w:val="16"/>
                                <w:szCs w:val="16"/>
                              </w:rPr>
                            </w:pPr>
                            <w:r w:rsidRPr="009E6515">
                              <w:rPr>
                                <w:rFonts w:ascii="Arial" w:hAnsi="Arial" w:cs="Arial"/>
                                <w:i/>
                                <w:sz w:val="16"/>
                                <w:szCs w:val="16"/>
                              </w:rPr>
                              <w:t>Filmjuwelen is onderdeel van</w:t>
                            </w:r>
                          </w:p>
                        </w:txbxContent>
                      </wps:txbx>
                      <wps:bodyPr rot="0" vert="horz" wrap="square" lIns="91440" tIns="45720" rIns="91440" bIns="45720" anchor="t" anchorCtr="0">
                        <a:spAutoFit/>
                      </wps:bodyPr>
                    </wps:wsp>
                    <pic:pic xmlns:pic="http://schemas.openxmlformats.org/drawingml/2006/picture">
                      <pic:nvPicPr>
                        <pic:cNvPr id="2" name="Afbeelding 2" descr="C:\Users\fwiebenga\AppData\Local\Microsoft\Windows\Temporary Internet Files\Content.Word\eu_flag_europe_for_citizens_co.jpg"/>
                        <pic:cNvPicPr>
                          <a:picLocks noChangeAspect="1"/>
                        </pic:cNvPicPr>
                      </pic:nvPicPr>
                      <pic:blipFill rotWithShape="1">
                        <a:blip r:embed="rId2">
                          <a:extLst>
                            <a:ext uri="{28A0092B-C50C-407E-A947-70E740481C1C}">
                              <a14:useLocalDpi xmlns:a14="http://schemas.microsoft.com/office/drawing/2010/main" val="0"/>
                            </a:ext>
                          </a:extLst>
                        </a:blip>
                        <a:srcRect r="75464" b="6963"/>
                        <a:stretch/>
                      </pic:blipFill>
                      <pic:spPr bwMode="auto">
                        <a:xfrm>
                          <a:off x="3566106" y="116664"/>
                          <a:ext cx="331975" cy="219488"/>
                        </a:xfrm>
                        <a:prstGeom prst="rect">
                          <a:avLst/>
                        </a:prstGeom>
                        <a:noFill/>
                        <a:ln>
                          <a:noFill/>
                        </a:ln>
                        <a:extLst>
                          <a:ext uri="{53640926-AAD7-44D8-BBD7-CCE9431645EC}">
                            <a14:shadowObscured xmlns:a14="http://schemas.microsoft.com/office/drawing/2010/main"/>
                          </a:ext>
                        </a:extLst>
                      </pic:spPr>
                    </pic:pic>
                    <wps:wsp>
                      <wps:cNvPr id="3" name="Tekstvak 2"/>
                      <wps:cNvSpPr txBox="1">
                        <a:spLocks noChangeArrowheads="1"/>
                      </wps:cNvSpPr>
                      <wps:spPr bwMode="auto">
                        <a:xfrm>
                          <a:off x="1727660" y="124658"/>
                          <a:ext cx="1870074" cy="362584"/>
                        </a:xfrm>
                        <a:prstGeom prst="rect">
                          <a:avLst/>
                        </a:prstGeom>
                        <a:noFill/>
                        <a:ln w="9525">
                          <a:noFill/>
                          <a:miter lim="800000"/>
                          <a:headEnd/>
                          <a:tailEnd/>
                        </a:ln>
                      </wps:spPr>
                      <wps:txbx>
                        <w:txbxContent>
                          <w:p w14:paraId="00074DB8" w14:textId="77777777" w:rsidR="002A49A4" w:rsidRPr="009E6515" w:rsidRDefault="002A49A4" w:rsidP="002A49A4">
                            <w:pPr>
                              <w:rPr>
                                <w:rFonts w:ascii="Arial" w:hAnsi="Arial" w:cs="Arial"/>
                                <w:i/>
                                <w:sz w:val="16"/>
                                <w:szCs w:val="16"/>
                              </w:rPr>
                            </w:pPr>
                            <w:r w:rsidRPr="009E6515">
                              <w:rPr>
                                <w:rFonts w:ascii="Arial" w:hAnsi="Arial" w:cs="Arial"/>
                                <w:i/>
                                <w:sz w:val="16"/>
                                <w:szCs w:val="16"/>
                              </w:rPr>
                              <w:t>en wordt financieel ondersteund door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oep 4" o:spid="_x0000_s1026" style="position:absolute;margin-left:219.2pt;margin-top:16.35pt;width:306.95pt;height:33.2pt;z-index:251661312;mso-width-relative:margin;mso-height-relative:margin" coordorigin=",653" coordsize="38980,42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s1027" type="#_x0000_t75" style="position:absolute;left:14501;top:653;width:3740;height:37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">
                <v:imagedata r:id="rId3" o:title="Logo ABCinema"/>
                <v:path arrowok="t"/>
              </v:shape>
              <v:shapetype id="_x0000_t202" coordsize="21600,21600" o:spt="202" path="m,l,21600r21600,l21600,xe">
                <v:stroke joinstyle="miter"/>
                <v:path gradientshapeok="t" o:connecttype="rect"/>
              </v:shapetype>
              <v:shape id="Tekstvak 2" o:spid="_x0000_s1028" type="#_x0000_t202" style="position:absolute;top:1246;width:15976;height:3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lEbMMA&#10;AADcAAAADwAAAGRycy9kb3ducmV2LnhtbESPQWsCMRSE74X+h/AKvdXElrayGkVqCx68VLf3x+a5&#10;Wdy8LJunu/77plDwOMzMN8xiNYZWXahPTWQL04kBRVxF13BtoTx8Pc1AJUF22EYmC1dKsFre3y2w&#10;cHHgb7rspVYZwqlAC16kK7ROlaeAaRI74uwdYx9Qsuxr7XocMjy0+tmYNx2w4bzgsaMPT9Vpfw4W&#10;RNx6ei0/Q9r+jLvN4E31iqW1jw/jeg5KaJRb+L+9dRZezDv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lEbMMAAADcAAAADwAAAAAAAAAAAAAAAACYAgAAZHJzL2Rv&#10;d25yZXYueG1sUEsFBgAAAAAEAAQA9QAAAIgDAAAAAA==&#10;" filled="f" stroked="f">
                <v:textbox style="mso-fit-shape-to-text:t">
                  <w:txbxContent>
                    <w:p w14:paraId="30FC5E38" w14:textId="77777777" w:rsidR="002A49A4" w:rsidRPr="009E6515" w:rsidRDefault="002A49A4" w:rsidP="002A49A4">
                      <w:pPr>
                        <w:rPr>
                          <w:rFonts w:ascii="Arial" w:hAnsi="Arial" w:cs="Arial"/>
                          <w:i/>
                          <w:sz w:val="16"/>
                          <w:szCs w:val="16"/>
                        </w:rPr>
                      </w:pPr>
                      <w:r w:rsidRPr="009E6515">
                        <w:rPr>
                          <w:rFonts w:ascii="Arial" w:hAnsi="Arial" w:cs="Arial"/>
                          <w:i/>
                          <w:sz w:val="16"/>
                          <w:szCs w:val="16"/>
                        </w:rPr>
                        <w:t>Filmjuwelen is onderdeel van</w:t>
                      </w:r>
                    </w:p>
                  </w:txbxContent>
                </v:textbox>
              </v:shape>
              <v:shape id="Afbeelding 2" o:spid="_x0000_s1029" type="#_x0000_t75" style="position:absolute;left:35661;top:1166;width:3319;height:21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fiOArDAAAA2gAAAA8AAABkcnMvZG93bnJldi54bWxEj0FrwkAUhO9C/8PyCr3pJkGKRldpC4H2&#10;4KFR2usj+9wEs2/T7Jqk/94tFDwOM/MNs91PthUD9b5xrCBdJCCIK6cbNgpOx2K+AuEDssbWMSn4&#10;JQ/73cNsi7l2I3/SUAYjIoR9jgrqELpcSl/VZNEvXEccvbPrLYYoeyN1j2OE21ZmSfIsLTYcF2rs&#10;6K2m6lJerYL1cm3SwbRfhwyX1wIv3ffrz4dST4/TywZEoCncw//td60gg78r8QbI3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I4CsMAAADaAAAADwAAAAAAAAAAAAAAAACf&#10;AgAAZHJzL2Rvd25yZXYueG1sUEsFBgAAAAAEAAQA9wAAAI8DAAAAAA==&#10;">
                <v:imagedata r:id="rId4" o:title="eu_flag_europe_for_citizens_co" cropbottom="4563f" cropright="49456f"/>
                <v:path arrowok="t"/>
              </v:shape>
              <v:shape id="Tekstvak 2" o:spid="_x0000_s1030" type="#_x0000_t202" style="position:absolute;left:17276;top:1246;width:18701;height:3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14:paraId="00074DB8" w14:textId="77777777" w:rsidR="002A49A4" w:rsidRPr="009E6515" w:rsidRDefault="002A49A4" w:rsidP="002A49A4">
                      <w:pPr>
                        <w:rPr>
                          <w:rFonts w:ascii="Arial" w:hAnsi="Arial" w:cs="Arial"/>
                          <w:i/>
                          <w:sz w:val="16"/>
                          <w:szCs w:val="16"/>
                        </w:rPr>
                      </w:pPr>
                      <w:r w:rsidRPr="009E6515">
                        <w:rPr>
                          <w:rFonts w:ascii="Arial" w:hAnsi="Arial" w:cs="Arial"/>
                          <w:i/>
                          <w:sz w:val="16"/>
                          <w:szCs w:val="16"/>
                        </w:rPr>
                        <w:t>en wordt financieel ondersteund door</w:t>
                      </w:r>
                    </w:p>
                  </w:txbxContent>
                </v:textbox>
              </v:shap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2D6CD" w14:textId="77777777" w:rsidR="002A49A4" w:rsidRDefault="002A49A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D9E4A0" w14:textId="77777777" w:rsidR="002A49A4" w:rsidRDefault="002A49A4" w:rsidP="002A49A4">
      <w:pPr>
        <w:spacing w:after="0" w:line="240" w:lineRule="auto"/>
      </w:pPr>
      <w:r>
        <w:separator/>
      </w:r>
    </w:p>
  </w:footnote>
  <w:footnote w:type="continuationSeparator" w:id="0">
    <w:p w14:paraId="4090699E" w14:textId="77777777" w:rsidR="002A49A4" w:rsidRDefault="002A49A4" w:rsidP="002A49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C65D8" w14:textId="77777777" w:rsidR="002A49A4" w:rsidRDefault="002A49A4">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FF4A6" w14:textId="2B09313D" w:rsidR="002A49A4" w:rsidRDefault="002A49A4">
    <w:pPr>
      <w:pStyle w:val="Koptekst"/>
    </w:pPr>
    <w:bookmarkStart w:id="0" w:name="_GoBack"/>
    <w:bookmarkEnd w:id="0"/>
    <w:r>
      <w:rPr>
        <w:noProof/>
      </w:rPr>
      <w:drawing>
        <wp:anchor distT="0" distB="0" distL="114300" distR="114300" simplePos="0" relativeHeight="251659264" behindDoc="1" locked="0" layoutInCell="1" allowOverlap="1" wp14:anchorId="1AB2AB88" wp14:editId="536B46FD">
          <wp:simplePos x="0" y="0"/>
          <wp:positionH relativeFrom="column">
            <wp:posOffset>5569585</wp:posOffset>
          </wp:positionH>
          <wp:positionV relativeFrom="paragraph">
            <wp:posOffset>-143510</wp:posOffset>
          </wp:positionV>
          <wp:extent cx="916305" cy="895985"/>
          <wp:effectExtent l="0" t="0" r="0" b="0"/>
          <wp:wrapThrough wrapText="bothSides">
            <wp:wrapPolygon edited="0">
              <wp:start x="0" y="0"/>
              <wp:lineTo x="0" y="21125"/>
              <wp:lineTo x="21106" y="21125"/>
              <wp:lineTo x="21106" y="0"/>
              <wp:lineTo x="0" y="0"/>
            </wp:wrapPolygon>
          </wp:wrapThrough>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ye_filmjuwelen DEF 20111206.jpg"/>
                  <pic:cNvPicPr/>
                </pic:nvPicPr>
                <pic:blipFill>
                  <a:blip r:embed="rId1">
                    <a:extLst>
                      <a:ext uri="{28A0092B-C50C-407E-A947-70E740481C1C}">
                        <a14:useLocalDpi xmlns:a14="http://schemas.microsoft.com/office/drawing/2010/main" val="0"/>
                      </a:ext>
                    </a:extLst>
                  </a:blip>
                  <a:stretch>
                    <a:fillRect/>
                  </a:stretch>
                </pic:blipFill>
                <pic:spPr>
                  <a:xfrm>
                    <a:off x="0" y="0"/>
                    <a:ext cx="916305" cy="89598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E4975" w14:textId="77777777" w:rsidR="002A49A4" w:rsidRDefault="002A49A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5A62"/>
    <w:multiLevelType w:val="hybridMultilevel"/>
    <w:tmpl w:val="A7E20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313D52"/>
    <w:multiLevelType w:val="hybridMultilevel"/>
    <w:tmpl w:val="63FAE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AE3C7E"/>
    <w:multiLevelType w:val="hybridMultilevel"/>
    <w:tmpl w:val="F57C5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E900B0"/>
    <w:multiLevelType w:val="hybridMultilevel"/>
    <w:tmpl w:val="11D0D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E059DC"/>
    <w:multiLevelType w:val="hybridMultilevel"/>
    <w:tmpl w:val="65749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2469AB"/>
    <w:multiLevelType w:val="hybridMultilevel"/>
    <w:tmpl w:val="1494F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7B4151"/>
    <w:multiLevelType w:val="hybridMultilevel"/>
    <w:tmpl w:val="C5F00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135E91"/>
    <w:multiLevelType w:val="hybridMultilevel"/>
    <w:tmpl w:val="4FF01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1"/>
  </w:num>
  <w:num w:numId="5">
    <w:abstractNumId w:val="0"/>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C70"/>
    <w:rsid w:val="001567A1"/>
    <w:rsid w:val="00171333"/>
    <w:rsid w:val="001B5ED1"/>
    <w:rsid w:val="002A49A4"/>
    <w:rsid w:val="00454945"/>
    <w:rsid w:val="004635A7"/>
    <w:rsid w:val="004B2C70"/>
    <w:rsid w:val="005967E0"/>
    <w:rsid w:val="00666F2F"/>
    <w:rsid w:val="006B1214"/>
    <w:rsid w:val="007E6DED"/>
    <w:rsid w:val="00804E65"/>
    <w:rsid w:val="009869B1"/>
    <w:rsid w:val="00BC0A8B"/>
    <w:rsid w:val="00C4606A"/>
    <w:rsid w:val="00C539DE"/>
    <w:rsid w:val="00CB0A40"/>
    <w:rsid w:val="00F3002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478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30020"/>
    <w:pPr>
      <w:spacing w:after="0" w:line="240" w:lineRule="auto"/>
    </w:pPr>
  </w:style>
  <w:style w:type="paragraph" w:styleId="Koptekst">
    <w:name w:val="header"/>
    <w:basedOn w:val="Standaard"/>
    <w:link w:val="KoptekstChar"/>
    <w:uiPriority w:val="99"/>
    <w:unhideWhenUsed/>
    <w:rsid w:val="002A49A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A49A4"/>
  </w:style>
  <w:style w:type="paragraph" w:styleId="Voettekst">
    <w:name w:val="footer"/>
    <w:basedOn w:val="Standaard"/>
    <w:link w:val="VoettekstChar"/>
    <w:uiPriority w:val="99"/>
    <w:unhideWhenUsed/>
    <w:rsid w:val="002A49A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A49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30020"/>
    <w:pPr>
      <w:spacing w:after="0" w:line="240" w:lineRule="auto"/>
    </w:pPr>
  </w:style>
  <w:style w:type="paragraph" w:styleId="Koptekst">
    <w:name w:val="header"/>
    <w:basedOn w:val="Standaard"/>
    <w:link w:val="KoptekstChar"/>
    <w:uiPriority w:val="99"/>
    <w:unhideWhenUsed/>
    <w:rsid w:val="002A49A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A49A4"/>
  </w:style>
  <w:style w:type="paragraph" w:styleId="Voettekst">
    <w:name w:val="footer"/>
    <w:basedOn w:val="Standaard"/>
    <w:link w:val="VoettekstChar"/>
    <w:uiPriority w:val="99"/>
    <w:unhideWhenUsed/>
    <w:rsid w:val="002A49A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A4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3F8956E2.dotm</Template>
  <TotalTime>0</TotalTime>
  <Pages>3</Pages>
  <Words>1031</Words>
  <Characters>5672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EYE FilmInstituut Nederland</Company>
  <LinksUpToDate>false</LinksUpToDate>
  <CharactersWithSpaces>6690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Standard_User</dc:creator>
  <cp:lastModifiedBy>Standard_User</cp:lastModifiedBy>
  <cp:revision>2</cp:revision>
  <cp:lastPrinted>2014-07-07T13:30:00Z</cp:lastPrinted>
  <dcterms:created xsi:type="dcterms:W3CDTF">2015-10-07T16:57:00Z</dcterms:created>
  <dcterms:modified xsi:type="dcterms:W3CDTF">2015-10-07T16:57:00Z</dcterms:modified>
</cp:coreProperties>
</file>