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FC02" w14:textId="77777777" w:rsidR="00350B3E" w:rsidRPr="00F531E6" w:rsidRDefault="00350B3E" w:rsidP="00FC1A35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54B0B39D" w14:textId="77777777" w:rsidR="00350B3E" w:rsidRPr="00F531E6" w:rsidRDefault="00350B3E" w:rsidP="00FC1A35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261530B9" w14:textId="77777777" w:rsidR="009E6515" w:rsidRPr="00F531E6" w:rsidRDefault="009E6515" w:rsidP="00FC1A35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 xml:space="preserve">Evaluatie </w:t>
      </w:r>
      <w:r w:rsidR="00DA4590" w:rsidRPr="00F531E6">
        <w:rPr>
          <w:rFonts w:ascii="Arial" w:hAnsi="Arial" w:cs="Arial"/>
          <w:b/>
        </w:rPr>
        <w:t>Gastles</w:t>
      </w:r>
      <w:r w:rsidRPr="00F531E6">
        <w:rPr>
          <w:rFonts w:ascii="Arial" w:hAnsi="Arial" w:cs="Arial"/>
          <w:b/>
        </w:rPr>
        <w:t>sen Filmjuwelen</w:t>
      </w:r>
    </w:p>
    <w:p w14:paraId="2A3BADC8" w14:textId="1F20AE07" w:rsidR="00030290" w:rsidRPr="00F531E6" w:rsidRDefault="00BE21F7" w:rsidP="00FC1A35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Bassischool, groep 7&amp;8</w:t>
      </w:r>
      <w:r w:rsidR="007A70E6" w:rsidRPr="00F531E6">
        <w:rPr>
          <w:rFonts w:ascii="Arial" w:hAnsi="Arial" w:cs="Arial"/>
          <w:b/>
        </w:rPr>
        <w:t xml:space="preserve"> Kerkrade</w:t>
      </w:r>
      <w:r w:rsidR="007A70E6" w:rsidRPr="00F531E6">
        <w:rPr>
          <w:rFonts w:ascii="Arial" w:hAnsi="Arial" w:cs="Arial"/>
          <w:b/>
        </w:rPr>
        <w:br/>
      </w:r>
      <w:r w:rsidR="00DA4590" w:rsidRPr="00F531E6">
        <w:rPr>
          <w:rFonts w:ascii="Arial" w:hAnsi="Arial" w:cs="Arial"/>
          <w:b/>
        </w:rPr>
        <w:br/>
      </w:r>
      <w:r w:rsidR="00030290" w:rsidRPr="00F531E6">
        <w:rPr>
          <w:rFonts w:ascii="Arial" w:hAnsi="Arial" w:cs="Arial"/>
          <w:b/>
        </w:rPr>
        <w:t xml:space="preserve">Vragenlijst </w:t>
      </w:r>
      <w:r w:rsidR="00DA4590" w:rsidRPr="00F531E6">
        <w:rPr>
          <w:rFonts w:ascii="Arial" w:hAnsi="Arial" w:cs="Arial"/>
          <w:b/>
        </w:rPr>
        <w:t xml:space="preserve">voor </w:t>
      </w:r>
      <w:r w:rsidR="00030290" w:rsidRPr="00F531E6">
        <w:rPr>
          <w:rFonts w:ascii="Arial" w:hAnsi="Arial" w:cs="Arial"/>
          <w:b/>
        </w:rPr>
        <w:t>docent</w:t>
      </w:r>
      <w:r w:rsidR="00030290" w:rsidRPr="00F531E6">
        <w:rPr>
          <w:rFonts w:ascii="Arial" w:hAnsi="Arial" w:cs="Arial"/>
          <w:b/>
        </w:rPr>
        <w:br/>
      </w:r>
    </w:p>
    <w:p w14:paraId="4E86ADE4" w14:textId="5F67B720" w:rsidR="00030290" w:rsidRPr="00F531E6" w:rsidRDefault="000914BD" w:rsidP="00FC1A35">
      <w:p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  <w:u w:val="single"/>
        </w:rPr>
        <w:t xml:space="preserve">1. </w:t>
      </w:r>
      <w:r w:rsidR="00030290" w:rsidRPr="00F531E6">
        <w:rPr>
          <w:rFonts w:ascii="Arial" w:hAnsi="Arial" w:cs="Arial"/>
          <w:u w:val="single"/>
        </w:rPr>
        <w:t>Motivatie voor de gastles</w:t>
      </w:r>
      <w:r w:rsidR="007A70E6" w:rsidRPr="00F531E6">
        <w:rPr>
          <w:rFonts w:ascii="Arial" w:hAnsi="Arial" w:cs="Arial"/>
          <w:u w:val="single"/>
        </w:rPr>
        <w:t>sen</w:t>
      </w:r>
    </w:p>
    <w:p w14:paraId="1FC9F4AC" w14:textId="28E92543" w:rsidR="00030290" w:rsidRPr="00F531E6" w:rsidRDefault="000914BD" w:rsidP="000914BD">
      <w:pPr>
        <w:spacing w:line="276" w:lineRule="auto"/>
        <w:ind w:left="360"/>
        <w:rPr>
          <w:rFonts w:ascii="Arial" w:hAnsi="Arial" w:cs="Arial"/>
        </w:rPr>
      </w:pPr>
      <w:r w:rsidRPr="00F531E6">
        <w:rPr>
          <w:rFonts w:ascii="Arial" w:hAnsi="Arial" w:cs="Arial"/>
        </w:rPr>
        <w:t>1.1</w:t>
      </w:r>
      <w:r w:rsidR="00A362C7" w:rsidRPr="00F531E6">
        <w:rPr>
          <w:rFonts w:ascii="Arial" w:hAnsi="Arial" w:cs="Arial"/>
        </w:rPr>
        <w:tab/>
        <w:t xml:space="preserve">      </w:t>
      </w:r>
      <w:r w:rsidR="00590818" w:rsidRPr="00F531E6">
        <w:rPr>
          <w:rFonts w:ascii="Arial" w:hAnsi="Arial" w:cs="Arial"/>
        </w:rPr>
        <w:t xml:space="preserve">Waarom </w:t>
      </w:r>
      <w:r w:rsidR="00300B24" w:rsidRPr="00F531E6">
        <w:rPr>
          <w:rFonts w:ascii="Arial" w:hAnsi="Arial" w:cs="Arial"/>
        </w:rPr>
        <w:t>heeft u</w:t>
      </w:r>
      <w:r w:rsidR="00590818" w:rsidRPr="00F531E6">
        <w:rPr>
          <w:rFonts w:ascii="Arial" w:hAnsi="Arial" w:cs="Arial"/>
        </w:rPr>
        <w:t xml:space="preserve"> voor deze gastles</w:t>
      </w:r>
      <w:r w:rsidR="007A70E6" w:rsidRPr="00F531E6">
        <w:rPr>
          <w:rFonts w:ascii="Arial" w:hAnsi="Arial" w:cs="Arial"/>
        </w:rPr>
        <w:t>sen</w:t>
      </w:r>
      <w:r w:rsidR="00590818" w:rsidRPr="00F531E6">
        <w:rPr>
          <w:rFonts w:ascii="Arial" w:hAnsi="Arial" w:cs="Arial"/>
        </w:rPr>
        <w:t xml:space="preserve"> gekozen?</w:t>
      </w:r>
    </w:p>
    <w:p w14:paraId="672D3F2D" w14:textId="7CDDD05C" w:rsidR="00DC216A" w:rsidRPr="00F531E6" w:rsidRDefault="00DC216A" w:rsidP="00DC216A">
      <w:pPr>
        <w:spacing w:line="276" w:lineRule="auto"/>
        <w:rPr>
          <w:rFonts w:ascii="Arial" w:hAnsi="Arial" w:cs="Arial"/>
          <w:i/>
        </w:rPr>
      </w:pPr>
      <w:r w:rsidRPr="00F531E6">
        <w:rPr>
          <w:rFonts w:ascii="Arial" w:hAnsi="Arial" w:cs="Arial"/>
          <w:i/>
        </w:rPr>
        <w:t>Mogelijke antwoorden:</w:t>
      </w:r>
    </w:p>
    <w:p w14:paraId="57889A5C" w14:textId="4DDD83E1" w:rsidR="00D24774" w:rsidRPr="00F531E6" w:rsidRDefault="00D24774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b/>
          <w:i/>
        </w:rPr>
      </w:pPr>
      <w:r w:rsidRPr="00F531E6">
        <w:rPr>
          <w:rFonts w:ascii="Arial" w:hAnsi="Arial" w:cs="Arial"/>
          <w:b/>
          <w:i/>
        </w:rPr>
        <w:t>Aanspraak thema</w:t>
      </w:r>
    </w:p>
    <w:p w14:paraId="11C8DA60" w14:textId="6139736C" w:rsidR="00D24774" w:rsidRPr="00F531E6" w:rsidRDefault="00DC216A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F531E6">
        <w:rPr>
          <w:rFonts w:ascii="Arial" w:hAnsi="Arial" w:cs="Arial"/>
          <w:i/>
        </w:rPr>
        <w:t>Past bij de b</w:t>
      </w:r>
      <w:r w:rsidR="00D24774" w:rsidRPr="00F531E6">
        <w:rPr>
          <w:rFonts w:ascii="Arial" w:hAnsi="Arial" w:cs="Arial"/>
          <w:i/>
        </w:rPr>
        <w:t>elevingswereld</w:t>
      </w:r>
      <w:r w:rsidR="00D24774" w:rsidRPr="00F531E6">
        <w:rPr>
          <w:rFonts w:ascii="Arial" w:hAnsi="Arial" w:cs="Arial"/>
          <w:i/>
        </w:rPr>
        <w:tab/>
      </w:r>
    </w:p>
    <w:p w14:paraId="5FE2EA78" w14:textId="1486FC20" w:rsidR="00D24774" w:rsidRPr="00F531E6" w:rsidRDefault="00D24774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F531E6">
        <w:rPr>
          <w:rFonts w:ascii="Arial" w:hAnsi="Arial" w:cs="Arial"/>
          <w:i/>
        </w:rPr>
        <w:t>Interesse in film</w:t>
      </w:r>
    </w:p>
    <w:p w14:paraId="6F75C803" w14:textId="2BD6A539" w:rsidR="00D24774" w:rsidRPr="00F531E6" w:rsidRDefault="00D24774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F531E6">
        <w:rPr>
          <w:rFonts w:ascii="Arial" w:hAnsi="Arial" w:cs="Arial"/>
          <w:i/>
        </w:rPr>
        <w:t>Praktische vorm</w:t>
      </w:r>
    </w:p>
    <w:p w14:paraId="0EE96BBB" w14:textId="5310A243" w:rsidR="00D24774" w:rsidRPr="00F531E6" w:rsidRDefault="00DC216A" w:rsidP="00D24774">
      <w:pPr>
        <w:pStyle w:val="Lijstalinea"/>
        <w:numPr>
          <w:ilvl w:val="0"/>
          <w:numId w:val="16"/>
        </w:numPr>
        <w:spacing w:line="276" w:lineRule="auto"/>
        <w:rPr>
          <w:rFonts w:ascii="Arial" w:hAnsi="Arial" w:cs="Arial"/>
          <w:i/>
        </w:rPr>
      </w:pPr>
      <w:r w:rsidRPr="00F531E6">
        <w:rPr>
          <w:rFonts w:ascii="Arial" w:hAnsi="Arial" w:cs="Arial"/>
          <w:i/>
        </w:rPr>
        <w:t>Interesse in e</w:t>
      </w:r>
      <w:r w:rsidR="00D24774" w:rsidRPr="00F531E6">
        <w:rPr>
          <w:rFonts w:ascii="Arial" w:hAnsi="Arial" w:cs="Arial"/>
          <w:i/>
        </w:rPr>
        <w:t xml:space="preserve">rfgoededucatie </w:t>
      </w:r>
    </w:p>
    <w:p w14:paraId="21BC3318" w14:textId="77777777" w:rsidR="00590818" w:rsidRPr="00F531E6" w:rsidRDefault="00590818" w:rsidP="00FC1A35">
      <w:pPr>
        <w:spacing w:line="276" w:lineRule="auto"/>
        <w:rPr>
          <w:rFonts w:ascii="Arial" w:hAnsi="Arial" w:cs="Arial"/>
          <w:u w:val="single"/>
        </w:rPr>
      </w:pPr>
    </w:p>
    <w:p w14:paraId="4C00D392" w14:textId="13473EA1" w:rsidR="00030290" w:rsidRPr="00F531E6" w:rsidRDefault="000914BD" w:rsidP="00FC1A35">
      <w:p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  <w:u w:val="single"/>
        </w:rPr>
        <w:t xml:space="preserve">2. </w:t>
      </w:r>
      <w:r w:rsidR="00030290" w:rsidRPr="00F531E6">
        <w:rPr>
          <w:rFonts w:ascii="Arial" w:hAnsi="Arial" w:cs="Arial"/>
          <w:u w:val="single"/>
        </w:rPr>
        <w:t>Verwachtingen gastles</w:t>
      </w:r>
      <w:r w:rsidR="007A70E6" w:rsidRPr="00F531E6">
        <w:rPr>
          <w:rFonts w:ascii="Arial" w:hAnsi="Arial" w:cs="Arial"/>
          <w:u w:val="single"/>
        </w:rPr>
        <w:t>sen</w:t>
      </w:r>
    </w:p>
    <w:p w14:paraId="52145A96" w14:textId="2F3A5E50" w:rsidR="00590818" w:rsidRPr="00F531E6" w:rsidRDefault="00590818" w:rsidP="000914BD">
      <w:pPr>
        <w:pStyle w:val="Lijstalinea"/>
        <w:numPr>
          <w:ilvl w:val="1"/>
          <w:numId w:val="9"/>
        </w:numPr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Welke verwachtingen </w:t>
      </w:r>
      <w:r w:rsidR="00300B24" w:rsidRPr="00F531E6">
        <w:rPr>
          <w:rFonts w:ascii="Arial" w:hAnsi="Arial" w:cs="Arial"/>
        </w:rPr>
        <w:t xml:space="preserve">had u </w:t>
      </w:r>
      <w:r w:rsidRPr="00F531E6">
        <w:rPr>
          <w:rFonts w:ascii="Arial" w:hAnsi="Arial" w:cs="Arial"/>
        </w:rPr>
        <w:t>van deze les</w:t>
      </w:r>
      <w:r w:rsidR="007A70E6" w:rsidRPr="00F531E6">
        <w:rPr>
          <w:rFonts w:ascii="Arial" w:hAnsi="Arial" w:cs="Arial"/>
        </w:rPr>
        <w:t>sen</w:t>
      </w:r>
      <w:r w:rsidRPr="00F531E6">
        <w:rPr>
          <w:rFonts w:ascii="Arial" w:hAnsi="Arial" w:cs="Arial"/>
        </w:rPr>
        <w:t xml:space="preserve">? </w:t>
      </w:r>
    </w:p>
    <w:p w14:paraId="472D06EE" w14:textId="448A69AA" w:rsidR="00897E9E" w:rsidRPr="00F531E6" w:rsidRDefault="00897E9E" w:rsidP="00897E9E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 xml:space="preserve">Ik had grote verwachtingen. EYE is enigszins bekend. Al </w:t>
      </w:r>
      <w:r w:rsidR="00416671" w:rsidRPr="00F531E6">
        <w:rPr>
          <w:rFonts w:ascii="Arial" w:hAnsi="Arial" w:cs="Arial"/>
          <w:b/>
        </w:rPr>
        <w:t>vaker ook in contact mee gekomen.</w:t>
      </w:r>
      <w:r w:rsidR="00374A82" w:rsidRPr="00F531E6">
        <w:rPr>
          <w:rFonts w:ascii="Arial" w:hAnsi="Arial" w:cs="Arial"/>
          <w:b/>
        </w:rPr>
        <w:t xml:space="preserve"> </w:t>
      </w:r>
    </w:p>
    <w:p w14:paraId="3701FD3A" w14:textId="6D4D8877" w:rsidR="00CE7BE0" w:rsidRPr="00F531E6" w:rsidRDefault="00CE7BE0" w:rsidP="00D24774">
      <w:pPr>
        <w:pStyle w:val="Lijstalinea"/>
        <w:numPr>
          <w:ilvl w:val="1"/>
          <w:numId w:val="9"/>
        </w:numPr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>Hoe heeft u de klas</w:t>
      </w:r>
      <w:r w:rsidR="007A70E6" w:rsidRPr="00F531E6">
        <w:rPr>
          <w:rFonts w:ascii="Arial" w:hAnsi="Arial" w:cs="Arial"/>
        </w:rPr>
        <w:t>sen</w:t>
      </w:r>
      <w:r w:rsidRPr="00F531E6">
        <w:rPr>
          <w:rFonts w:ascii="Arial" w:hAnsi="Arial" w:cs="Arial"/>
        </w:rPr>
        <w:t xml:space="preserve"> voorbereid op deze gastles</w:t>
      </w:r>
      <w:r w:rsidR="007A70E6" w:rsidRPr="00F531E6">
        <w:rPr>
          <w:rFonts w:ascii="Arial" w:hAnsi="Arial" w:cs="Arial"/>
        </w:rPr>
        <w:t>sen</w:t>
      </w:r>
      <w:r w:rsidRPr="00F531E6">
        <w:rPr>
          <w:rFonts w:ascii="Arial" w:hAnsi="Arial" w:cs="Arial"/>
        </w:rPr>
        <w:t>?</w:t>
      </w:r>
    </w:p>
    <w:p w14:paraId="0D04771A" w14:textId="0C696C4E" w:rsidR="00374A82" w:rsidRPr="00F531E6" w:rsidRDefault="00374A82" w:rsidP="00374A82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Vanaf het begin betrokken bij de culturele week. Verteld wat de gastlessen inhielden. Informatie doorgestuurd die ik van jullie kreeg. Bijvoorbeeld voor de lessen.</w:t>
      </w:r>
    </w:p>
    <w:p w14:paraId="77E8A7F2" w14:textId="77777777" w:rsidR="00416671" w:rsidRPr="00F531E6" w:rsidRDefault="00416671" w:rsidP="00416671">
      <w:pPr>
        <w:spacing w:line="276" w:lineRule="auto"/>
        <w:rPr>
          <w:rFonts w:ascii="Arial" w:hAnsi="Arial" w:cs="Arial"/>
        </w:rPr>
      </w:pPr>
    </w:p>
    <w:p w14:paraId="26EFCD32" w14:textId="3CCCE6EA" w:rsidR="00D24774" w:rsidRPr="00F531E6" w:rsidRDefault="00D24774" w:rsidP="00D24774">
      <w:pPr>
        <w:pStyle w:val="Lijstalinea"/>
        <w:numPr>
          <w:ilvl w:val="1"/>
          <w:numId w:val="9"/>
        </w:numPr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Wat zijn uw ervaringen met gastlessen van andere organisaties? </w:t>
      </w:r>
    </w:p>
    <w:p w14:paraId="2E1806F5" w14:textId="039B7CBD" w:rsidR="009F389A" w:rsidRPr="00F531E6" w:rsidRDefault="006F7A0D" w:rsidP="002326D6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Positief. Ik probeer mij altijd zo goed mogelijk te verdiepen. Al zijn niet alle organisaties altijd even eerlijk.  Workshops die gegeven worden die achteraf try</w:t>
      </w:r>
      <w:r w:rsidR="009F389A" w:rsidRPr="00F531E6">
        <w:rPr>
          <w:rFonts w:ascii="Arial" w:hAnsi="Arial" w:cs="Arial"/>
          <w:b/>
        </w:rPr>
        <w:t>-outs waren.</w:t>
      </w:r>
    </w:p>
    <w:p w14:paraId="3D410881" w14:textId="77777777" w:rsidR="009F389A" w:rsidRPr="00F531E6" w:rsidRDefault="009F389A" w:rsidP="002326D6">
      <w:pPr>
        <w:spacing w:line="276" w:lineRule="auto"/>
        <w:rPr>
          <w:rFonts w:ascii="Arial" w:hAnsi="Arial" w:cs="Arial"/>
        </w:rPr>
      </w:pPr>
    </w:p>
    <w:p w14:paraId="419475B8" w14:textId="77777777" w:rsidR="00300B24" w:rsidRPr="00F531E6" w:rsidRDefault="00300B24" w:rsidP="00FC1A35">
      <w:pPr>
        <w:spacing w:line="276" w:lineRule="auto"/>
        <w:rPr>
          <w:rFonts w:ascii="Arial" w:hAnsi="Arial" w:cs="Arial"/>
          <w:u w:val="single"/>
        </w:rPr>
      </w:pPr>
    </w:p>
    <w:p w14:paraId="3BE208E7" w14:textId="27A0DB37" w:rsidR="00030290" w:rsidRPr="00F531E6" w:rsidRDefault="00D24774" w:rsidP="00FC1A35">
      <w:p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  <w:u w:val="single"/>
        </w:rPr>
        <w:t>3</w:t>
      </w:r>
      <w:r w:rsidR="000914BD" w:rsidRPr="00F531E6">
        <w:rPr>
          <w:rFonts w:ascii="Arial" w:hAnsi="Arial" w:cs="Arial"/>
          <w:u w:val="single"/>
        </w:rPr>
        <w:t xml:space="preserve">. </w:t>
      </w:r>
      <w:r w:rsidR="00030290" w:rsidRPr="00F531E6">
        <w:rPr>
          <w:rFonts w:ascii="Arial" w:hAnsi="Arial" w:cs="Arial"/>
          <w:u w:val="single"/>
        </w:rPr>
        <w:t>Gastles inhoudelijk</w:t>
      </w:r>
    </w:p>
    <w:p w14:paraId="69540DB3" w14:textId="19601201" w:rsidR="008035EC" w:rsidRPr="00F531E6" w:rsidRDefault="00C402B3" w:rsidP="008035EC">
      <w:pPr>
        <w:pStyle w:val="Lijstalinea"/>
        <w:numPr>
          <w:ilvl w:val="1"/>
          <w:numId w:val="17"/>
        </w:num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</w:rPr>
        <w:t xml:space="preserve">      </w:t>
      </w:r>
      <w:r w:rsidR="00D24774" w:rsidRPr="00F531E6">
        <w:rPr>
          <w:rFonts w:ascii="Arial" w:hAnsi="Arial" w:cs="Arial"/>
        </w:rPr>
        <w:t>Hoe slot</w:t>
      </w:r>
      <w:r w:rsidR="007A70E6" w:rsidRPr="00F531E6">
        <w:rPr>
          <w:rFonts w:ascii="Arial" w:hAnsi="Arial" w:cs="Arial"/>
        </w:rPr>
        <w:t>en</w:t>
      </w:r>
      <w:r w:rsidR="00D24774" w:rsidRPr="00F531E6">
        <w:rPr>
          <w:rFonts w:ascii="Arial" w:hAnsi="Arial" w:cs="Arial"/>
        </w:rPr>
        <w:t xml:space="preserve"> de gastles</w:t>
      </w:r>
      <w:r w:rsidR="007A70E6" w:rsidRPr="00F531E6">
        <w:rPr>
          <w:rFonts w:ascii="Arial" w:hAnsi="Arial" w:cs="Arial"/>
        </w:rPr>
        <w:t>sen</w:t>
      </w:r>
      <w:r w:rsidR="00D24774" w:rsidRPr="00F531E6">
        <w:rPr>
          <w:rFonts w:ascii="Arial" w:hAnsi="Arial" w:cs="Arial"/>
        </w:rPr>
        <w:t xml:space="preserve"> aan bij het leerniveau van de leerlingen?</w:t>
      </w:r>
    </w:p>
    <w:p w14:paraId="159F70CE" w14:textId="41CA7F51" w:rsidR="008035EC" w:rsidRPr="00F531E6" w:rsidRDefault="008035EC" w:rsidP="008035EC">
      <w:pPr>
        <w:spacing w:line="276" w:lineRule="auto"/>
        <w:ind w:left="360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Goed. Die feedback heb ik althans gekregen. Collega’s hebben ook tips gegeven.</w:t>
      </w:r>
    </w:p>
    <w:p w14:paraId="03EC6756" w14:textId="77777777" w:rsidR="008035EC" w:rsidRPr="00F531E6" w:rsidRDefault="008035EC" w:rsidP="008035EC">
      <w:pPr>
        <w:spacing w:line="276" w:lineRule="auto"/>
        <w:ind w:left="360"/>
        <w:rPr>
          <w:rFonts w:ascii="Arial" w:hAnsi="Arial" w:cs="Arial"/>
        </w:rPr>
      </w:pPr>
    </w:p>
    <w:p w14:paraId="291860AA" w14:textId="1C2B40EB" w:rsidR="00CE7BE0" w:rsidRPr="00F531E6" w:rsidRDefault="00C402B3" w:rsidP="00D24774">
      <w:pPr>
        <w:pStyle w:val="Lijstalinea"/>
        <w:numPr>
          <w:ilvl w:val="1"/>
          <w:numId w:val="17"/>
        </w:num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</w:rPr>
        <w:t xml:space="preserve">      </w:t>
      </w:r>
      <w:r w:rsidR="009B50A5" w:rsidRPr="00F531E6">
        <w:rPr>
          <w:rFonts w:ascii="Arial" w:hAnsi="Arial" w:cs="Arial"/>
        </w:rPr>
        <w:t>Welke film</w:t>
      </w:r>
      <w:r w:rsidR="007A70E6" w:rsidRPr="00F531E6">
        <w:rPr>
          <w:rFonts w:ascii="Arial" w:hAnsi="Arial" w:cs="Arial"/>
        </w:rPr>
        <w:t>s</w:t>
      </w:r>
      <w:r w:rsidR="009B50A5" w:rsidRPr="00F531E6">
        <w:rPr>
          <w:rFonts w:ascii="Arial" w:hAnsi="Arial" w:cs="Arial"/>
        </w:rPr>
        <w:t xml:space="preserve"> moet</w:t>
      </w:r>
      <w:r w:rsidR="007A70E6" w:rsidRPr="00F531E6">
        <w:rPr>
          <w:rFonts w:ascii="Arial" w:hAnsi="Arial" w:cs="Arial"/>
        </w:rPr>
        <w:t>en</w:t>
      </w:r>
      <w:r w:rsidR="009B50A5" w:rsidRPr="00F531E6">
        <w:rPr>
          <w:rFonts w:ascii="Arial" w:hAnsi="Arial" w:cs="Arial"/>
        </w:rPr>
        <w:t xml:space="preserve"> volgens u in het filmprogramma blijven?</w:t>
      </w:r>
    </w:p>
    <w:p w14:paraId="2753CC25" w14:textId="17A03A4A" w:rsidR="00793CBC" w:rsidRPr="00F531E6" w:rsidRDefault="00793CBC" w:rsidP="00793CBC">
      <w:pPr>
        <w:spacing w:line="276" w:lineRule="auto"/>
        <w:ind w:left="360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 xml:space="preserve">De gebruikte films tijdens de gastlessen. Niet alles kon </w:t>
      </w:r>
      <w:r w:rsidR="009E6515" w:rsidRPr="00F531E6">
        <w:rPr>
          <w:rFonts w:ascii="Arial" w:hAnsi="Arial" w:cs="Arial"/>
          <w:b/>
        </w:rPr>
        <w:t>worden</w:t>
      </w:r>
      <w:r w:rsidRPr="00F531E6">
        <w:rPr>
          <w:rFonts w:ascii="Arial" w:hAnsi="Arial" w:cs="Arial"/>
          <w:b/>
        </w:rPr>
        <w:t xml:space="preserve"> laten zien. Zij liet de dvd achter om op een ander moment nog te kunnen kijken. </w:t>
      </w:r>
      <w:r w:rsidR="00724062" w:rsidRPr="00F531E6">
        <w:rPr>
          <w:rFonts w:ascii="Arial" w:hAnsi="Arial" w:cs="Arial"/>
          <w:b/>
        </w:rPr>
        <w:t>Werd als zeer positief ervaren.</w:t>
      </w:r>
    </w:p>
    <w:p w14:paraId="3824B9A6" w14:textId="77777777" w:rsidR="00724062" w:rsidRPr="00F531E6" w:rsidRDefault="00724062" w:rsidP="00793CBC">
      <w:pPr>
        <w:spacing w:line="276" w:lineRule="auto"/>
        <w:ind w:left="360"/>
        <w:rPr>
          <w:rFonts w:ascii="Arial" w:hAnsi="Arial" w:cs="Arial"/>
        </w:rPr>
      </w:pPr>
    </w:p>
    <w:p w14:paraId="4854A10E" w14:textId="77777777" w:rsidR="00724062" w:rsidRPr="00F531E6" w:rsidRDefault="00724062" w:rsidP="00793CBC">
      <w:pPr>
        <w:spacing w:line="276" w:lineRule="auto"/>
        <w:ind w:left="360"/>
        <w:rPr>
          <w:rFonts w:ascii="Arial" w:hAnsi="Arial" w:cs="Arial"/>
        </w:rPr>
      </w:pPr>
    </w:p>
    <w:p w14:paraId="71B37252" w14:textId="7579CA26" w:rsidR="00724062" w:rsidRPr="00F531E6" w:rsidRDefault="00C402B3" w:rsidP="00724062">
      <w:pPr>
        <w:pStyle w:val="Lijstalinea"/>
        <w:numPr>
          <w:ilvl w:val="1"/>
          <w:numId w:val="18"/>
        </w:num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</w:rPr>
        <w:t xml:space="preserve">      </w:t>
      </w:r>
      <w:r w:rsidR="00CE7BE0" w:rsidRPr="00F531E6">
        <w:rPr>
          <w:rFonts w:ascii="Arial" w:hAnsi="Arial" w:cs="Arial"/>
        </w:rPr>
        <w:t>Welke film</w:t>
      </w:r>
      <w:r w:rsidR="007A70E6" w:rsidRPr="00F531E6">
        <w:rPr>
          <w:rFonts w:ascii="Arial" w:hAnsi="Arial" w:cs="Arial"/>
        </w:rPr>
        <w:t>s</w:t>
      </w:r>
      <w:r w:rsidR="00CE7BE0" w:rsidRPr="00F531E6">
        <w:rPr>
          <w:rFonts w:ascii="Arial" w:hAnsi="Arial" w:cs="Arial"/>
        </w:rPr>
        <w:t xml:space="preserve"> </w:t>
      </w:r>
      <w:r w:rsidR="007A70E6" w:rsidRPr="00F531E6">
        <w:rPr>
          <w:rFonts w:ascii="Arial" w:hAnsi="Arial" w:cs="Arial"/>
        </w:rPr>
        <w:t xml:space="preserve">mogen </w:t>
      </w:r>
      <w:r w:rsidR="000914BD" w:rsidRPr="00F531E6">
        <w:rPr>
          <w:rFonts w:ascii="Arial" w:hAnsi="Arial" w:cs="Arial"/>
        </w:rPr>
        <w:t>volgens u uit het fi</w:t>
      </w:r>
      <w:r w:rsidRPr="00F531E6">
        <w:rPr>
          <w:rFonts w:ascii="Arial" w:hAnsi="Arial" w:cs="Arial"/>
        </w:rPr>
        <w:t xml:space="preserve">lmprogramma? </w:t>
      </w:r>
    </w:p>
    <w:p w14:paraId="5C4CFA61" w14:textId="191FFFCF" w:rsidR="00724062" w:rsidRPr="00F531E6" w:rsidRDefault="00724062" w:rsidP="00724062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Deze vraag kan ik niet beantwoorden.</w:t>
      </w:r>
    </w:p>
    <w:p w14:paraId="2758EA44" w14:textId="77777777" w:rsidR="00724062" w:rsidRPr="00F531E6" w:rsidRDefault="00724062" w:rsidP="00724062">
      <w:pPr>
        <w:spacing w:line="276" w:lineRule="auto"/>
        <w:rPr>
          <w:rFonts w:ascii="Arial" w:hAnsi="Arial" w:cs="Arial"/>
        </w:rPr>
      </w:pPr>
    </w:p>
    <w:p w14:paraId="274110E8" w14:textId="0B9E2E0E" w:rsidR="00CE7BE0" w:rsidRPr="00F531E6" w:rsidRDefault="00C402B3" w:rsidP="007A70E6">
      <w:pPr>
        <w:pStyle w:val="Lijstalinea"/>
        <w:numPr>
          <w:ilvl w:val="1"/>
          <w:numId w:val="18"/>
        </w:num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</w:rPr>
        <w:t xml:space="preserve">      </w:t>
      </w:r>
      <w:r w:rsidR="007A70E6" w:rsidRPr="00F531E6">
        <w:rPr>
          <w:rFonts w:ascii="Arial" w:hAnsi="Arial" w:cs="Arial"/>
        </w:rPr>
        <w:t>Zijn de leerdoelen van de gastlessen naar uw mening behaald?</w:t>
      </w:r>
    </w:p>
    <w:p w14:paraId="7BA55826" w14:textId="570D1579" w:rsidR="00724062" w:rsidRPr="00F531E6" w:rsidRDefault="00A321CA" w:rsidP="00724062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lastRenderedPageBreak/>
        <w:t>Ja. Zonder meer.</w:t>
      </w:r>
    </w:p>
    <w:p w14:paraId="7F4361D5" w14:textId="77777777" w:rsidR="00A321CA" w:rsidRPr="00F531E6" w:rsidRDefault="00A321CA" w:rsidP="00724062">
      <w:pPr>
        <w:spacing w:line="276" w:lineRule="auto"/>
        <w:rPr>
          <w:rFonts w:ascii="Arial" w:hAnsi="Arial" w:cs="Arial"/>
        </w:rPr>
      </w:pPr>
    </w:p>
    <w:p w14:paraId="24431FC7" w14:textId="6B33C460" w:rsidR="00D24774" w:rsidRPr="00F531E6" w:rsidRDefault="00C402B3" w:rsidP="00D24774">
      <w:pPr>
        <w:pStyle w:val="Lijstalinea"/>
        <w:numPr>
          <w:ilvl w:val="1"/>
          <w:numId w:val="18"/>
        </w:num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</w:rPr>
        <w:t xml:space="preserve">      </w:t>
      </w:r>
      <w:r w:rsidR="00D24774" w:rsidRPr="00F531E6">
        <w:rPr>
          <w:rFonts w:ascii="Arial" w:hAnsi="Arial" w:cs="Arial"/>
        </w:rPr>
        <w:t xml:space="preserve">Hoe </w:t>
      </w:r>
      <w:bookmarkStart w:id="0" w:name="_GoBack"/>
      <w:bookmarkEnd w:id="0"/>
      <w:r w:rsidR="00D24774" w:rsidRPr="00F531E6">
        <w:rPr>
          <w:rFonts w:ascii="Arial" w:hAnsi="Arial" w:cs="Arial"/>
        </w:rPr>
        <w:t>slot</w:t>
      </w:r>
      <w:r w:rsidR="007A70E6" w:rsidRPr="00F531E6">
        <w:rPr>
          <w:rFonts w:ascii="Arial" w:hAnsi="Arial" w:cs="Arial"/>
        </w:rPr>
        <w:t>en</w:t>
      </w:r>
      <w:r w:rsidR="00D24774" w:rsidRPr="00F531E6">
        <w:rPr>
          <w:rFonts w:ascii="Arial" w:hAnsi="Arial" w:cs="Arial"/>
        </w:rPr>
        <w:t xml:space="preserve"> deze gastle</w:t>
      </w:r>
      <w:r w:rsidR="007A70E6" w:rsidRPr="00F531E6">
        <w:rPr>
          <w:rFonts w:ascii="Arial" w:hAnsi="Arial" w:cs="Arial"/>
        </w:rPr>
        <w:t>s</w:t>
      </w:r>
      <w:r w:rsidR="00D24774" w:rsidRPr="00F531E6">
        <w:rPr>
          <w:rFonts w:ascii="Arial" w:hAnsi="Arial" w:cs="Arial"/>
        </w:rPr>
        <w:t>s</w:t>
      </w:r>
      <w:r w:rsidR="007A70E6" w:rsidRPr="00F531E6">
        <w:rPr>
          <w:rFonts w:ascii="Arial" w:hAnsi="Arial" w:cs="Arial"/>
        </w:rPr>
        <w:t>en</w:t>
      </w:r>
      <w:r w:rsidR="00D24774" w:rsidRPr="00F531E6">
        <w:rPr>
          <w:rFonts w:ascii="Arial" w:hAnsi="Arial" w:cs="Arial"/>
        </w:rPr>
        <w:t xml:space="preserve"> aan bij andere lessen die u geeft?</w:t>
      </w:r>
    </w:p>
    <w:p w14:paraId="2BFDAEC8" w14:textId="706D3D3C" w:rsidR="00A321CA" w:rsidRPr="00F531E6" w:rsidRDefault="00A321CA" w:rsidP="00A321CA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 xml:space="preserve">Goed. </w:t>
      </w:r>
    </w:p>
    <w:p w14:paraId="27F61D58" w14:textId="77777777" w:rsidR="00300B24" w:rsidRPr="00F531E6" w:rsidRDefault="00300B24" w:rsidP="000914BD">
      <w:pPr>
        <w:pStyle w:val="Lijstalinea"/>
        <w:spacing w:line="276" w:lineRule="auto"/>
        <w:rPr>
          <w:rFonts w:ascii="Arial" w:hAnsi="Arial" w:cs="Arial"/>
          <w:u w:val="single"/>
        </w:rPr>
      </w:pPr>
    </w:p>
    <w:p w14:paraId="77954B8D" w14:textId="2E8E4D95" w:rsidR="000914BD" w:rsidRPr="00F531E6" w:rsidRDefault="00D24774" w:rsidP="00D24774">
      <w:p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  <w:u w:val="single"/>
        </w:rPr>
        <w:t>4</w:t>
      </w:r>
      <w:r w:rsidR="000914BD" w:rsidRPr="00F531E6">
        <w:rPr>
          <w:rFonts w:ascii="Arial" w:hAnsi="Arial" w:cs="Arial"/>
          <w:u w:val="single"/>
        </w:rPr>
        <w:t xml:space="preserve">. </w:t>
      </w:r>
      <w:r w:rsidR="00030290" w:rsidRPr="00F531E6">
        <w:rPr>
          <w:rFonts w:ascii="Arial" w:hAnsi="Arial" w:cs="Arial"/>
          <w:u w:val="single"/>
        </w:rPr>
        <w:t xml:space="preserve">Vorm </w:t>
      </w:r>
      <w:r w:rsidR="00590818" w:rsidRPr="00F531E6">
        <w:rPr>
          <w:rFonts w:ascii="Arial" w:hAnsi="Arial" w:cs="Arial"/>
          <w:u w:val="single"/>
        </w:rPr>
        <w:t xml:space="preserve">en opzet </w:t>
      </w:r>
      <w:r w:rsidR="00030290" w:rsidRPr="00F531E6">
        <w:rPr>
          <w:rFonts w:ascii="Arial" w:hAnsi="Arial" w:cs="Arial"/>
          <w:u w:val="single"/>
        </w:rPr>
        <w:t>gastles</w:t>
      </w:r>
    </w:p>
    <w:p w14:paraId="29202769" w14:textId="3C017908" w:rsidR="005A1F4C" w:rsidRPr="00F531E6" w:rsidRDefault="00C402B3" w:rsidP="009A2D74">
      <w:pPr>
        <w:pStyle w:val="Lijstalinea"/>
        <w:numPr>
          <w:ilvl w:val="1"/>
          <w:numId w:val="20"/>
        </w:numPr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      </w:t>
      </w:r>
      <w:r w:rsidR="005A1F4C" w:rsidRPr="00F531E6">
        <w:rPr>
          <w:rFonts w:ascii="Arial" w:hAnsi="Arial" w:cs="Arial"/>
        </w:rPr>
        <w:t>Wat zou u zelf veranderen aan de opzet van de gastles</w:t>
      </w:r>
      <w:r w:rsidR="007A70E6" w:rsidRPr="00F531E6">
        <w:rPr>
          <w:rFonts w:ascii="Arial" w:hAnsi="Arial" w:cs="Arial"/>
        </w:rPr>
        <w:t>sen</w:t>
      </w:r>
      <w:r w:rsidR="005A1F4C" w:rsidRPr="00F531E6">
        <w:rPr>
          <w:rFonts w:ascii="Arial" w:hAnsi="Arial" w:cs="Arial"/>
        </w:rPr>
        <w:t>?</w:t>
      </w:r>
    </w:p>
    <w:p w14:paraId="29D31BB0" w14:textId="7AE47FEB" w:rsidR="00A321CA" w:rsidRPr="00F531E6" w:rsidRDefault="00A321CA" w:rsidP="00A321CA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De volgorde van enkele onderdelen. En soms iets meer vaart.</w:t>
      </w:r>
    </w:p>
    <w:p w14:paraId="6623B2BC" w14:textId="77777777" w:rsidR="000914BD" w:rsidRPr="00F531E6" w:rsidRDefault="000914BD" w:rsidP="000914BD">
      <w:pPr>
        <w:spacing w:line="276" w:lineRule="auto"/>
        <w:rPr>
          <w:rFonts w:ascii="Arial" w:hAnsi="Arial" w:cs="Arial"/>
          <w:u w:val="single"/>
        </w:rPr>
      </w:pPr>
    </w:p>
    <w:p w14:paraId="7275CF31" w14:textId="77777777" w:rsidR="009A2D74" w:rsidRPr="00F531E6" w:rsidRDefault="000914BD" w:rsidP="009A2D74">
      <w:pPr>
        <w:pStyle w:val="Lijstalinea"/>
        <w:numPr>
          <w:ilvl w:val="0"/>
          <w:numId w:val="20"/>
        </w:num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  <w:u w:val="single"/>
        </w:rPr>
        <w:t xml:space="preserve"> </w:t>
      </w:r>
      <w:r w:rsidR="009A2D74" w:rsidRPr="00F531E6">
        <w:rPr>
          <w:rFonts w:ascii="Arial" w:hAnsi="Arial" w:cs="Arial"/>
          <w:u w:val="single"/>
        </w:rPr>
        <w:t>Gastdocent</w:t>
      </w:r>
    </w:p>
    <w:p w14:paraId="690E2F47" w14:textId="1F8CFFF3" w:rsidR="000914BD" w:rsidRPr="00F531E6" w:rsidRDefault="00C402B3" w:rsidP="009A2D74">
      <w:pPr>
        <w:pStyle w:val="Lijstalinea"/>
        <w:numPr>
          <w:ilvl w:val="1"/>
          <w:numId w:val="20"/>
        </w:num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</w:rPr>
        <w:t xml:space="preserve">      </w:t>
      </w:r>
      <w:r w:rsidR="00680015" w:rsidRPr="00F531E6">
        <w:rPr>
          <w:rFonts w:ascii="Arial" w:hAnsi="Arial" w:cs="Arial"/>
        </w:rPr>
        <w:t>Gaf de gastdocent meerwaarde aan deze gastles</w:t>
      </w:r>
      <w:r w:rsidR="007A70E6" w:rsidRPr="00F531E6">
        <w:rPr>
          <w:rFonts w:ascii="Arial" w:hAnsi="Arial" w:cs="Arial"/>
        </w:rPr>
        <w:t>sen</w:t>
      </w:r>
      <w:r w:rsidR="000914BD" w:rsidRPr="00F531E6">
        <w:rPr>
          <w:rFonts w:ascii="Arial" w:hAnsi="Arial" w:cs="Arial"/>
        </w:rPr>
        <w:t xml:space="preserve">? </w:t>
      </w:r>
    </w:p>
    <w:p w14:paraId="6C51BE62" w14:textId="454D336E" w:rsidR="004A6FD7" w:rsidRPr="00F531E6" w:rsidRDefault="004A6FD7" w:rsidP="004A6FD7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Ja. Het is toch altijd fijner als iemand anders het verhaal vertelt.</w:t>
      </w:r>
    </w:p>
    <w:p w14:paraId="3F193684" w14:textId="77777777" w:rsidR="004A6FD7" w:rsidRPr="00F531E6" w:rsidRDefault="004A6FD7" w:rsidP="004A6FD7">
      <w:pPr>
        <w:spacing w:line="276" w:lineRule="auto"/>
        <w:rPr>
          <w:rFonts w:ascii="Arial" w:hAnsi="Arial" w:cs="Arial"/>
        </w:rPr>
      </w:pPr>
    </w:p>
    <w:p w14:paraId="33C4DA19" w14:textId="504735A3" w:rsidR="00A362C7" w:rsidRPr="00F531E6" w:rsidRDefault="009A2D74" w:rsidP="009A2D74">
      <w:pPr>
        <w:spacing w:line="276" w:lineRule="auto"/>
        <w:ind w:firstLine="360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5.2 </w:t>
      </w:r>
      <w:r w:rsidR="00C402B3" w:rsidRPr="00F531E6">
        <w:rPr>
          <w:rFonts w:ascii="Arial" w:hAnsi="Arial" w:cs="Arial"/>
        </w:rPr>
        <w:t xml:space="preserve">      </w:t>
      </w:r>
      <w:r w:rsidR="000914BD" w:rsidRPr="00F531E6">
        <w:rPr>
          <w:rFonts w:ascii="Arial" w:hAnsi="Arial" w:cs="Arial"/>
        </w:rPr>
        <w:t xml:space="preserve">Welk cijfer (op een schaal van 1-10) zou u de gastdocent geven </w:t>
      </w:r>
      <w:r w:rsidR="00A362C7" w:rsidRPr="00F531E6">
        <w:rPr>
          <w:rFonts w:ascii="Arial" w:hAnsi="Arial" w:cs="Arial"/>
        </w:rPr>
        <w:t xml:space="preserve">    </w:t>
      </w:r>
    </w:p>
    <w:p w14:paraId="6038A16A" w14:textId="4CF0A85A" w:rsidR="000914BD" w:rsidRPr="00F531E6" w:rsidRDefault="00A362C7" w:rsidP="00A362C7">
      <w:pPr>
        <w:pStyle w:val="Lijstalinea"/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        </w:t>
      </w:r>
      <w:r w:rsidR="000914BD" w:rsidRPr="00F531E6">
        <w:rPr>
          <w:rFonts w:ascii="Arial" w:hAnsi="Arial" w:cs="Arial"/>
        </w:rPr>
        <w:t>wat betreft het overbrengen van de informatie?</w:t>
      </w:r>
    </w:p>
    <w:p w14:paraId="3DBAD5C2" w14:textId="77777777" w:rsidR="004A6FD7" w:rsidRPr="00F531E6" w:rsidRDefault="004A6FD7" w:rsidP="00A362C7">
      <w:pPr>
        <w:pStyle w:val="Lijstalinea"/>
        <w:spacing w:line="276" w:lineRule="auto"/>
        <w:rPr>
          <w:rFonts w:ascii="Arial" w:hAnsi="Arial" w:cs="Arial"/>
        </w:rPr>
      </w:pPr>
    </w:p>
    <w:p w14:paraId="43A7424D" w14:textId="02A7611D" w:rsidR="004A6FD7" w:rsidRPr="00F531E6" w:rsidRDefault="004A6FD7" w:rsidP="00A362C7">
      <w:pPr>
        <w:pStyle w:val="Lijstalinea"/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8</w:t>
      </w:r>
    </w:p>
    <w:p w14:paraId="62F9B84E" w14:textId="77777777" w:rsidR="000914BD" w:rsidRPr="00F531E6" w:rsidRDefault="000914BD" w:rsidP="000914BD">
      <w:pPr>
        <w:spacing w:line="276" w:lineRule="auto"/>
        <w:rPr>
          <w:rFonts w:ascii="Arial" w:hAnsi="Arial" w:cs="Arial"/>
        </w:rPr>
      </w:pPr>
    </w:p>
    <w:p w14:paraId="1BFA47C1" w14:textId="521D268D" w:rsidR="000914BD" w:rsidRPr="00F531E6" w:rsidRDefault="009A2D74" w:rsidP="000914BD">
      <w:pPr>
        <w:spacing w:line="276" w:lineRule="auto"/>
        <w:rPr>
          <w:rFonts w:ascii="Arial" w:hAnsi="Arial" w:cs="Arial"/>
          <w:u w:val="single"/>
        </w:rPr>
      </w:pPr>
      <w:r w:rsidRPr="00F531E6">
        <w:rPr>
          <w:rFonts w:ascii="Arial" w:hAnsi="Arial" w:cs="Arial"/>
          <w:u w:val="single"/>
        </w:rPr>
        <w:t>6</w:t>
      </w:r>
      <w:r w:rsidR="000914BD" w:rsidRPr="00F531E6">
        <w:rPr>
          <w:rFonts w:ascii="Arial" w:hAnsi="Arial" w:cs="Arial"/>
          <w:u w:val="single"/>
        </w:rPr>
        <w:t>. Overig</w:t>
      </w:r>
    </w:p>
    <w:p w14:paraId="13579DD8" w14:textId="17DD8631" w:rsidR="00C402B3" w:rsidRPr="00F531E6" w:rsidRDefault="00C402B3" w:rsidP="00C402B3">
      <w:pPr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    </w:t>
      </w:r>
      <w:r w:rsidR="009A2D74" w:rsidRPr="00F531E6">
        <w:rPr>
          <w:rFonts w:ascii="Arial" w:hAnsi="Arial" w:cs="Arial"/>
        </w:rPr>
        <w:t>6.1</w:t>
      </w:r>
      <w:r w:rsidRPr="00F531E6">
        <w:rPr>
          <w:rFonts w:ascii="Arial" w:hAnsi="Arial" w:cs="Arial"/>
        </w:rPr>
        <w:t xml:space="preserve">        </w:t>
      </w:r>
      <w:r w:rsidR="000914BD" w:rsidRPr="00F531E6">
        <w:rPr>
          <w:rFonts w:ascii="Arial" w:hAnsi="Arial" w:cs="Arial"/>
        </w:rPr>
        <w:t xml:space="preserve">Heeft u nog tips of opmerkingen </w:t>
      </w:r>
      <w:r w:rsidR="009854B3" w:rsidRPr="00F531E6">
        <w:rPr>
          <w:rFonts w:ascii="Arial" w:hAnsi="Arial" w:cs="Arial"/>
        </w:rPr>
        <w:t xml:space="preserve">voor </w:t>
      </w:r>
      <w:r w:rsidR="00EA7FE8" w:rsidRPr="00F531E6">
        <w:rPr>
          <w:rFonts w:ascii="Arial" w:hAnsi="Arial" w:cs="Arial"/>
        </w:rPr>
        <w:t>EYE</w:t>
      </w:r>
      <w:r w:rsidRPr="00F531E6">
        <w:rPr>
          <w:rFonts w:ascii="Arial" w:hAnsi="Arial" w:cs="Arial"/>
        </w:rPr>
        <w:t xml:space="preserve"> wat betreft de </w:t>
      </w:r>
    </w:p>
    <w:p w14:paraId="33FD4639" w14:textId="2D002521" w:rsidR="000914BD" w:rsidRPr="00F531E6" w:rsidRDefault="00C402B3" w:rsidP="00C402B3">
      <w:pPr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                 Filmjuwelen </w:t>
      </w:r>
      <w:r w:rsidR="000914BD" w:rsidRPr="00F531E6">
        <w:rPr>
          <w:rFonts w:ascii="Arial" w:hAnsi="Arial" w:cs="Arial"/>
        </w:rPr>
        <w:t>gastlessen?</w:t>
      </w:r>
    </w:p>
    <w:p w14:paraId="6A45408B" w14:textId="77777777" w:rsidR="004A6FD7" w:rsidRPr="00F531E6" w:rsidRDefault="004A6FD7" w:rsidP="00C402B3">
      <w:pPr>
        <w:spacing w:line="276" w:lineRule="auto"/>
        <w:rPr>
          <w:rFonts w:ascii="Arial" w:hAnsi="Arial" w:cs="Arial"/>
        </w:rPr>
      </w:pPr>
    </w:p>
    <w:p w14:paraId="7DC9F860" w14:textId="6D786932" w:rsidR="004A6FD7" w:rsidRPr="00F531E6" w:rsidRDefault="004A6FD7" w:rsidP="00C402B3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 xml:space="preserve">Nee. Ik zou </w:t>
      </w:r>
      <w:r w:rsidR="00CE4C83" w:rsidRPr="00F531E6">
        <w:rPr>
          <w:rFonts w:ascii="Arial" w:hAnsi="Arial" w:cs="Arial"/>
          <w:b/>
        </w:rPr>
        <w:t xml:space="preserve">wel </w:t>
      </w:r>
      <w:r w:rsidRPr="00F531E6">
        <w:rPr>
          <w:rFonts w:ascii="Arial" w:hAnsi="Arial" w:cs="Arial"/>
          <w:b/>
        </w:rPr>
        <w:t>graag de dvd</w:t>
      </w:r>
      <w:r w:rsidR="00CE4C83" w:rsidRPr="00F531E6">
        <w:rPr>
          <w:rFonts w:ascii="Arial" w:hAnsi="Arial" w:cs="Arial"/>
          <w:b/>
        </w:rPr>
        <w:t>’s willen hebben voor onze cultureel archief.</w:t>
      </w:r>
    </w:p>
    <w:p w14:paraId="327DF282" w14:textId="77777777" w:rsidR="00CE4C83" w:rsidRPr="00F531E6" w:rsidRDefault="00CE4C83" w:rsidP="00C402B3">
      <w:pPr>
        <w:spacing w:line="276" w:lineRule="auto"/>
        <w:rPr>
          <w:rFonts w:ascii="Arial" w:hAnsi="Arial" w:cs="Arial"/>
        </w:rPr>
      </w:pPr>
    </w:p>
    <w:p w14:paraId="028CD6BA" w14:textId="37001E0D" w:rsidR="000914BD" w:rsidRPr="00F531E6" w:rsidRDefault="00C402B3" w:rsidP="00DA4590">
      <w:pPr>
        <w:spacing w:line="276" w:lineRule="auto"/>
        <w:rPr>
          <w:rFonts w:ascii="Arial" w:hAnsi="Arial" w:cs="Arial"/>
        </w:rPr>
      </w:pPr>
      <w:r w:rsidRPr="00F531E6">
        <w:rPr>
          <w:rFonts w:ascii="Arial" w:hAnsi="Arial" w:cs="Arial"/>
        </w:rPr>
        <w:t xml:space="preserve">    </w:t>
      </w:r>
      <w:r w:rsidR="009A2D74" w:rsidRPr="00F531E6">
        <w:rPr>
          <w:rFonts w:ascii="Arial" w:hAnsi="Arial" w:cs="Arial"/>
        </w:rPr>
        <w:t xml:space="preserve">6.2 </w:t>
      </w:r>
      <w:r w:rsidRPr="00F531E6">
        <w:rPr>
          <w:rFonts w:ascii="Arial" w:hAnsi="Arial" w:cs="Arial"/>
        </w:rPr>
        <w:t xml:space="preserve">       </w:t>
      </w:r>
      <w:r w:rsidR="000914BD" w:rsidRPr="00F531E6">
        <w:rPr>
          <w:rFonts w:ascii="Arial" w:hAnsi="Arial" w:cs="Arial"/>
        </w:rPr>
        <w:t>Heeft u nog tips of opmerk</w:t>
      </w:r>
      <w:r w:rsidR="00EA7FE8" w:rsidRPr="00F531E6">
        <w:rPr>
          <w:rFonts w:ascii="Arial" w:hAnsi="Arial" w:cs="Arial"/>
        </w:rPr>
        <w:t>ingen voor de gastdocent van EYE</w:t>
      </w:r>
      <w:r w:rsidR="000914BD" w:rsidRPr="00F531E6">
        <w:rPr>
          <w:rFonts w:ascii="Arial" w:hAnsi="Arial" w:cs="Arial"/>
        </w:rPr>
        <w:t>?</w:t>
      </w:r>
    </w:p>
    <w:p w14:paraId="3F689056" w14:textId="77777777" w:rsidR="00CE4C83" w:rsidRPr="00F531E6" w:rsidRDefault="00CE4C83" w:rsidP="00DA4590">
      <w:pPr>
        <w:spacing w:line="276" w:lineRule="auto"/>
        <w:rPr>
          <w:rFonts w:ascii="Arial" w:hAnsi="Arial" w:cs="Arial"/>
        </w:rPr>
      </w:pPr>
    </w:p>
    <w:p w14:paraId="2975FFBF" w14:textId="09E2B2D4" w:rsidR="00CE4C83" w:rsidRPr="00F531E6" w:rsidRDefault="00CE4C83" w:rsidP="00DA4590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Tot de volgende keer.</w:t>
      </w:r>
    </w:p>
    <w:p w14:paraId="2EE10752" w14:textId="77777777" w:rsidR="00CE4C83" w:rsidRPr="00F531E6" w:rsidRDefault="00CE4C83" w:rsidP="00DA4590">
      <w:pPr>
        <w:spacing w:line="276" w:lineRule="auto"/>
        <w:rPr>
          <w:rFonts w:ascii="Arial" w:hAnsi="Arial" w:cs="Arial"/>
        </w:rPr>
      </w:pPr>
    </w:p>
    <w:p w14:paraId="58F320EB" w14:textId="371F3232" w:rsidR="00CE4C83" w:rsidRPr="00F531E6" w:rsidRDefault="00CE4C83" w:rsidP="00DA4590">
      <w:pPr>
        <w:spacing w:line="276" w:lineRule="auto"/>
        <w:rPr>
          <w:rFonts w:ascii="Arial" w:hAnsi="Arial" w:cs="Arial"/>
          <w:b/>
        </w:rPr>
      </w:pPr>
      <w:r w:rsidRPr="00F531E6">
        <w:rPr>
          <w:rFonts w:ascii="Arial" w:hAnsi="Arial" w:cs="Arial"/>
          <w:b/>
        </w:rPr>
        <w:t>Ik heb meteen een vraag. Volgend schooljaar is het thema cultureel erfgoed. Met als thema de mijnen in Lim</w:t>
      </w:r>
      <w:r w:rsidR="007960CA" w:rsidRPr="00F531E6">
        <w:rPr>
          <w:rFonts w:ascii="Arial" w:hAnsi="Arial" w:cs="Arial"/>
          <w:b/>
        </w:rPr>
        <w:t>burg. Kunnen jullie iets voor ons betekenen ?</w:t>
      </w:r>
    </w:p>
    <w:p w14:paraId="66C1E29B" w14:textId="77777777" w:rsidR="007960CA" w:rsidRPr="00F531E6" w:rsidRDefault="007960CA" w:rsidP="00DA4590">
      <w:pPr>
        <w:spacing w:line="276" w:lineRule="auto"/>
        <w:rPr>
          <w:rFonts w:ascii="Arial" w:hAnsi="Arial" w:cs="Arial"/>
        </w:rPr>
      </w:pPr>
    </w:p>
    <w:p w14:paraId="42D5727E" w14:textId="77777777" w:rsidR="007960CA" w:rsidRPr="00F531E6" w:rsidRDefault="007960CA" w:rsidP="00DA4590">
      <w:pPr>
        <w:spacing w:line="276" w:lineRule="auto"/>
        <w:rPr>
          <w:rFonts w:ascii="Arial" w:hAnsi="Arial" w:cs="Arial"/>
          <w:u w:val="single"/>
        </w:rPr>
      </w:pPr>
    </w:p>
    <w:p w14:paraId="09B8C285" w14:textId="77777777" w:rsidR="00350B3E" w:rsidRPr="00F531E6" w:rsidRDefault="00350B3E" w:rsidP="00FC1A3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00B3160" w14:textId="77777777" w:rsidR="00350B3E" w:rsidRPr="00F531E6" w:rsidRDefault="00350B3E" w:rsidP="00FC1A3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3D94384B" w14:textId="77777777" w:rsidR="00647EC5" w:rsidRPr="00F531E6" w:rsidRDefault="00647EC5" w:rsidP="00FC1A3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A406FFB" w14:textId="77777777" w:rsidR="00647EC5" w:rsidRPr="00F531E6" w:rsidRDefault="00647EC5" w:rsidP="00FC1A3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sectPr w:rsidR="00647EC5" w:rsidRPr="00F531E6" w:rsidSect="00300B24">
      <w:headerReference w:type="default" r:id="rId9"/>
      <w:footerReference w:type="default" r:id="rId10"/>
      <w:pgSz w:w="11900" w:h="16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340B7" w14:textId="77777777" w:rsidR="009E6515" w:rsidRDefault="009E6515" w:rsidP="009E6515">
      <w:r>
        <w:separator/>
      </w:r>
    </w:p>
  </w:endnote>
  <w:endnote w:type="continuationSeparator" w:id="0">
    <w:p w14:paraId="59940C79" w14:textId="77777777" w:rsidR="009E6515" w:rsidRDefault="009E6515" w:rsidP="009E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888CC" w14:textId="1F07CC9D" w:rsidR="009E6515" w:rsidRDefault="009E6515">
    <w:pPr>
      <w:pStyle w:val="Voettekst"/>
      <w:rPr>
        <w:noProof/>
      </w:rPr>
    </w:pPr>
  </w:p>
  <w:p w14:paraId="63B3D04B" w14:textId="3E03092A" w:rsidR="009E6515" w:rsidRDefault="009E6515">
    <w:pPr>
      <w:pStyle w:val="Voetteks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836EF8" wp14:editId="619D336B">
              <wp:simplePos x="0" y="0"/>
              <wp:positionH relativeFrom="column">
                <wp:posOffset>2631440</wp:posOffset>
              </wp:positionH>
              <wp:positionV relativeFrom="paragraph">
                <wp:posOffset>61828</wp:posOffset>
              </wp:positionV>
              <wp:extent cx="3898081" cy="373856"/>
              <wp:effectExtent l="0" t="0" r="7620" b="7620"/>
              <wp:wrapNone/>
              <wp:docPr id="4" name="Groe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98081" cy="373856"/>
                        <a:chOff x="0" y="65327"/>
                        <a:chExt cx="3898081" cy="373856"/>
                      </a:xfrm>
                    </wpg:grpSpPr>
                    <pic:pic xmlns:pic="http://schemas.openxmlformats.org/drawingml/2006/picture">
                      <pic:nvPicPr>
                        <pic:cNvPr id="1" name="Afbeelding 1" descr="C:\Users\fwiebenga\AppData\Local\Microsoft\Windows\Temporary Internet Files\Content.Word\Logo ABCinema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50109" y="65327"/>
                          <a:ext cx="374061" cy="373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307" name="Tekstvak 2"/>
                      <wps:cNvSpPr txBox="1">
                        <a:spLocks noChangeArrowheads="1"/>
                      </wps:cNvSpPr>
                      <wps:spPr bwMode="auto">
                        <a:xfrm>
                          <a:off x="0" y="124691"/>
                          <a:ext cx="1597231" cy="2196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E8896" w14:textId="77777777" w:rsidR="009E6515" w:rsidRPr="009E6515" w:rsidRDefault="009E6515" w:rsidP="009E6515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E651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Filmjuwelen is onderdeel van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" name="Afbeelding 2" descr="C:\Users\fwiebenga\AppData\Local\Microsoft\Windows\Temporary Internet Files\Content.Word\eu_flag_europe_for_citizens_co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5464" b="6963"/>
                        <a:stretch/>
                      </pic:blipFill>
                      <pic:spPr bwMode="auto">
                        <a:xfrm>
                          <a:off x="3566106" y="116664"/>
                          <a:ext cx="331975" cy="2194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3" name="Tekstvak 2"/>
                      <wps:cNvSpPr txBox="1">
                        <a:spLocks noChangeArrowheads="1"/>
                      </wps:cNvSpPr>
                      <wps:spPr bwMode="auto">
                        <a:xfrm>
                          <a:off x="1727860" y="124691"/>
                          <a:ext cx="1870364" cy="2196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AB3DD" w14:textId="77777777" w:rsidR="009E6515" w:rsidRPr="009E6515" w:rsidRDefault="009E6515" w:rsidP="009E6515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9E651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en wordt financieel ondersteund door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ep 4" o:spid="_x0000_s1026" style="position:absolute;margin-left:207.2pt;margin-top:4.85pt;width:306.95pt;height:29.45pt;z-index:251659264;mso-width-relative:margin;mso-height-relative:margin" coordorigin=",653" coordsize="38980,37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" o:spid="_x0000_s1027" type="#_x0000_t75" style="position:absolute;left:14501;top:653;width:3740;height:37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">
                <v:imagedata r:id="rId3" o:title="Logo ABCinema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8" type="#_x0000_t202" style="position:absolute;top:1246;width:15972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<v:textbox style="mso-fit-shape-to-text:t">
                  <w:txbxContent>
                    <w:p w14:paraId="339E8896" w14:textId="77777777" w:rsidR="009E6515" w:rsidRPr="009E6515" w:rsidRDefault="009E6515" w:rsidP="009E6515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E6515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Filmjuwelen is onderdeel van</w:t>
                      </w:r>
                    </w:p>
                  </w:txbxContent>
                </v:textbox>
              </v:shape>
              <v:shape id="Afbeelding 2" o:spid="_x0000_s1029" type="#_x0000_t75" style="position:absolute;left:35661;top:1166;width:3319;height:2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iOArDAAAA2gAAAA8AAABkcnMvZG93bnJldi54bWxEj0FrwkAUhO9C/8PyCr3pJkGKRldpC4H2&#10;4KFR2usj+9wEs2/T7Jqk/94tFDwOM/MNs91PthUD9b5xrCBdJCCIK6cbNgpOx2K+AuEDssbWMSn4&#10;JQ/73cNsi7l2I3/SUAYjIoR9jgrqELpcSl/VZNEvXEccvbPrLYYoeyN1j2OE21ZmSfIsLTYcF2rs&#10;6K2m6lJerYL1cm3SwbRfhwyX1wIv3ffrz4dST4/TywZEoCncw//td60gg78r8QbI3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+I4CsMAAADaAAAADwAAAAAAAAAAAAAAAACf&#10;AgAAZHJzL2Rvd25yZXYueG1sUEsFBgAAAAAEAAQA9wAAAI8DAAAAAA==&#10;">
                <v:imagedata r:id="rId4" o:title="eu_flag_europe_for_citizens_co" cropbottom="4563f" cropright="49456f"/>
                <v:path arrowok="t"/>
              </v:shape>
              <v:shape id="Tekstvak 2" o:spid="_x0000_s1030" type="#_x0000_t202" style="position:absolute;left:17278;top:1246;width:18704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<v:textbox style="mso-fit-shape-to-text:t">
                  <w:txbxContent>
                    <w:p w14:paraId="63EAB3DD" w14:textId="77777777" w:rsidR="009E6515" w:rsidRPr="009E6515" w:rsidRDefault="009E6515" w:rsidP="009E6515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9E6515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en wordt financieel ondersteund door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4B548" w14:textId="77777777" w:rsidR="009E6515" w:rsidRDefault="009E6515" w:rsidP="009E6515">
      <w:r>
        <w:separator/>
      </w:r>
    </w:p>
  </w:footnote>
  <w:footnote w:type="continuationSeparator" w:id="0">
    <w:p w14:paraId="0C581ADF" w14:textId="77777777" w:rsidR="009E6515" w:rsidRDefault="009E6515" w:rsidP="009E6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6BF2A" w14:textId="70137CF4" w:rsidR="009E6515" w:rsidRDefault="009E6515">
    <w:pPr>
      <w:pStyle w:val="Kop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D77F4B6" wp14:editId="43224523">
          <wp:simplePos x="0" y="0"/>
          <wp:positionH relativeFrom="column">
            <wp:posOffset>5417185</wp:posOffset>
          </wp:positionH>
          <wp:positionV relativeFrom="paragraph">
            <wp:posOffset>-295910</wp:posOffset>
          </wp:positionV>
          <wp:extent cx="916305" cy="895985"/>
          <wp:effectExtent l="0" t="0" r="0" b="0"/>
          <wp:wrapThrough wrapText="bothSides">
            <wp:wrapPolygon edited="0">
              <wp:start x="0" y="0"/>
              <wp:lineTo x="0" y="21125"/>
              <wp:lineTo x="21106" y="21125"/>
              <wp:lineTo x="21106" y="0"/>
              <wp:lineTo x="0" y="0"/>
            </wp:wrapPolygon>
          </wp:wrapThrough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ye_filmjuwelen DEF 2011120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89"/>
    <w:multiLevelType w:val="hybridMultilevel"/>
    <w:tmpl w:val="D06E9DF4"/>
    <w:lvl w:ilvl="0" w:tplc="FE9643DC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235F5"/>
    <w:multiLevelType w:val="hybridMultilevel"/>
    <w:tmpl w:val="4B9C0D54"/>
    <w:lvl w:ilvl="0" w:tplc="A3E4033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10A00"/>
    <w:multiLevelType w:val="hybridMultilevel"/>
    <w:tmpl w:val="8D00C51A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B5E36"/>
    <w:multiLevelType w:val="hybridMultilevel"/>
    <w:tmpl w:val="EA788576"/>
    <w:lvl w:ilvl="0" w:tplc="A3E4033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84063"/>
    <w:multiLevelType w:val="multilevel"/>
    <w:tmpl w:val="94FAB7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5">
    <w:nsid w:val="18B62EC3"/>
    <w:multiLevelType w:val="multilevel"/>
    <w:tmpl w:val="5BB833A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DEE33A5"/>
    <w:multiLevelType w:val="multilevel"/>
    <w:tmpl w:val="03588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E966380"/>
    <w:multiLevelType w:val="hybridMultilevel"/>
    <w:tmpl w:val="DA9AC4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D04916"/>
    <w:multiLevelType w:val="multilevel"/>
    <w:tmpl w:val="306027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315C5A30"/>
    <w:multiLevelType w:val="hybridMultilevel"/>
    <w:tmpl w:val="48E83DA8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85388"/>
    <w:multiLevelType w:val="multilevel"/>
    <w:tmpl w:val="AFC0F2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u w:val="none"/>
      </w:rPr>
    </w:lvl>
  </w:abstractNum>
  <w:abstractNum w:abstractNumId="11">
    <w:nsid w:val="36033F3E"/>
    <w:multiLevelType w:val="multilevel"/>
    <w:tmpl w:val="ECF073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2">
    <w:nsid w:val="375C7928"/>
    <w:multiLevelType w:val="multilevel"/>
    <w:tmpl w:val="6E82CC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none"/>
      </w:rPr>
    </w:lvl>
  </w:abstractNum>
  <w:abstractNum w:abstractNumId="13">
    <w:nsid w:val="38780FB6"/>
    <w:multiLevelType w:val="hybridMultilevel"/>
    <w:tmpl w:val="CF267624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48F6"/>
    <w:multiLevelType w:val="multilevel"/>
    <w:tmpl w:val="18921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67476588"/>
    <w:multiLevelType w:val="hybridMultilevel"/>
    <w:tmpl w:val="B7968CCE"/>
    <w:lvl w:ilvl="0" w:tplc="A3E4033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D5A8D"/>
    <w:multiLevelType w:val="multilevel"/>
    <w:tmpl w:val="220C94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u w:val="none"/>
      </w:rPr>
    </w:lvl>
  </w:abstractNum>
  <w:abstractNum w:abstractNumId="17">
    <w:nsid w:val="70152518"/>
    <w:multiLevelType w:val="hybridMultilevel"/>
    <w:tmpl w:val="7FCA0DE8"/>
    <w:lvl w:ilvl="0" w:tplc="D95A0E9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562280"/>
    <w:multiLevelType w:val="multilevel"/>
    <w:tmpl w:val="7B7A83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u w:val="none"/>
      </w:rPr>
    </w:lvl>
  </w:abstractNum>
  <w:abstractNum w:abstractNumId="19">
    <w:nsid w:val="79601B8F"/>
    <w:multiLevelType w:val="multilevel"/>
    <w:tmpl w:val="6E82CC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5"/>
  </w:num>
  <w:num w:numId="5">
    <w:abstractNumId w:val="2"/>
  </w:num>
  <w:num w:numId="6">
    <w:abstractNumId w:val="9"/>
  </w:num>
  <w:num w:numId="7">
    <w:abstractNumId w:val="17"/>
  </w:num>
  <w:num w:numId="8">
    <w:abstractNumId w:val="13"/>
  </w:num>
  <w:num w:numId="9">
    <w:abstractNumId w:val="6"/>
  </w:num>
  <w:num w:numId="10">
    <w:abstractNumId w:val="16"/>
  </w:num>
  <w:num w:numId="11">
    <w:abstractNumId w:val="18"/>
  </w:num>
  <w:num w:numId="12">
    <w:abstractNumId w:val="10"/>
  </w:num>
  <w:num w:numId="13">
    <w:abstractNumId w:val="12"/>
  </w:num>
  <w:num w:numId="14">
    <w:abstractNumId w:val="19"/>
  </w:num>
  <w:num w:numId="15">
    <w:abstractNumId w:val="7"/>
  </w:num>
  <w:num w:numId="16">
    <w:abstractNumId w:val="5"/>
  </w:num>
  <w:num w:numId="17">
    <w:abstractNumId w:val="4"/>
  </w:num>
  <w:num w:numId="18">
    <w:abstractNumId w:val="14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B7"/>
    <w:rsid w:val="0002296D"/>
    <w:rsid w:val="00030290"/>
    <w:rsid w:val="00032673"/>
    <w:rsid w:val="000914BD"/>
    <w:rsid w:val="00092812"/>
    <w:rsid w:val="001720E2"/>
    <w:rsid w:val="002326D6"/>
    <w:rsid w:val="0027018B"/>
    <w:rsid w:val="00300B24"/>
    <w:rsid w:val="00327EAB"/>
    <w:rsid w:val="00350B3E"/>
    <w:rsid w:val="00374A82"/>
    <w:rsid w:val="003A1584"/>
    <w:rsid w:val="00416671"/>
    <w:rsid w:val="004A6FD7"/>
    <w:rsid w:val="00590818"/>
    <w:rsid w:val="005A1F4C"/>
    <w:rsid w:val="005D44CA"/>
    <w:rsid w:val="00611BD1"/>
    <w:rsid w:val="00622A7D"/>
    <w:rsid w:val="00647EC5"/>
    <w:rsid w:val="00680015"/>
    <w:rsid w:val="006E4844"/>
    <w:rsid w:val="006F7A0D"/>
    <w:rsid w:val="00724062"/>
    <w:rsid w:val="00793CBC"/>
    <w:rsid w:val="007960CA"/>
    <w:rsid w:val="007A70E6"/>
    <w:rsid w:val="007B59D7"/>
    <w:rsid w:val="008035EC"/>
    <w:rsid w:val="00874548"/>
    <w:rsid w:val="00897E9E"/>
    <w:rsid w:val="0094755B"/>
    <w:rsid w:val="009854B3"/>
    <w:rsid w:val="009A2D74"/>
    <w:rsid w:val="009B50A5"/>
    <w:rsid w:val="009C4D9B"/>
    <w:rsid w:val="009E6515"/>
    <w:rsid w:val="009F389A"/>
    <w:rsid w:val="00A321CA"/>
    <w:rsid w:val="00A362C7"/>
    <w:rsid w:val="00AA43CA"/>
    <w:rsid w:val="00B46F19"/>
    <w:rsid w:val="00B73D61"/>
    <w:rsid w:val="00B922DE"/>
    <w:rsid w:val="00BE21F7"/>
    <w:rsid w:val="00C402B3"/>
    <w:rsid w:val="00CA633B"/>
    <w:rsid w:val="00CE4C83"/>
    <w:rsid w:val="00CE7BE0"/>
    <w:rsid w:val="00D2189C"/>
    <w:rsid w:val="00D24774"/>
    <w:rsid w:val="00D27EB7"/>
    <w:rsid w:val="00DA4590"/>
    <w:rsid w:val="00DB37B8"/>
    <w:rsid w:val="00DC216A"/>
    <w:rsid w:val="00DD5D55"/>
    <w:rsid w:val="00EA7FE8"/>
    <w:rsid w:val="00F531E6"/>
    <w:rsid w:val="00F85D2D"/>
    <w:rsid w:val="00FA65D4"/>
    <w:rsid w:val="00FC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1440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next w:val="Standaard"/>
    <w:link w:val="Kop4Char"/>
    <w:qFormat/>
    <w:rsid w:val="003A1584"/>
    <w:pPr>
      <w:keepNext/>
      <w:outlineLvl w:val="3"/>
    </w:pPr>
    <w:rPr>
      <w:rFonts w:ascii="Arial" w:eastAsia="Times New Roman" w:hAnsi="Arial" w:cs="Arial"/>
      <w:b/>
      <w:bCs/>
      <w:sz w:val="22"/>
      <w:szCs w:val="20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72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720E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D44CA"/>
    <w:rPr>
      <w:color w:val="0000FF" w:themeColor="hyperlink"/>
      <w:u w:val="single"/>
    </w:rPr>
  </w:style>
  <w:style w:type="paragraph" w:styleId="HTML-voorafopgemaakt">
    <w:name w:val="HTML Preformatted"/>
    <w:link w:val="HTML-voorafopgemaaktChar"/>
    <w:rsid w:val="00647EC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647EC5"/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Kop4Char">
    <w:name w:val="Kop 4 Char"/>
    <w:basedOn w:val="Standaardalinea-lettertype"/>
    <w:link w:val="Kop4"/>
    <w:rsid w:val="003A1584"/>
    <w:rPr>
      <w:rFonts w:ascii="Arial" w:eastAsia="Times New Roman" w:hAnsi="Arial" w:cs="Arial"/>
      <w:b/>
      <w:bCs/>
      <w:sz w:val="22"/>
      <w:szCs w:val="20"/>
      <w:lang w:val="fr-FR"/>
    </w:rPr>
  </w:style>
  <w:style w:type="paragraph" w:styleId="Koptekst">
    <w:name w:val="header"/>
    <w:basedOn w:val="Standaard"/>
    <w:link w:val="KoptekstChar"/>
    <w:uiPriority w:val="99"/>
    <w:unhideWhenUsed/>
    <w:rsid w:val="009E651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6515"/>
  </w:style>
  <w:style w:type="paragraph" w:styleId="Voettekst">
    <w:name w:val="footer"/>
    <w:basedOn w:val="Standaard"/>
    <w:link w:val="VoettekstChar"/>
    <w:uiPriority w:val="99"/>
    <w:unhideWhenUsed/>
    <w:rsid w:val="009E651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6515"/>
  </w:style>
  <w:style w:type="paragraph" w:styleId="Ballontekst">
    <w:name w:val="Balloon Text"/>
    <w:basedOn w:val="Standaard"/>
    <w:link w:val="BallontekstChar"/>
    <w:uiPriority w:val="99"/>
    <w:semiHidden/>
    <w:unhideWhenUsed/>
    <w:rsid w:val="009E651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5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next w:val="Standaard"/>
    <w:link w:val="Kop4Char"/>
    <w:qFormat/>
    <w:rsid w:val="003A1584"/>
    <w:pPr>
      <w:keepNext/>
      <w:outlineLvl w:val="3"/>
    </w:pPr>
    <w:rPr>
      <w:rFonts w:ascii="Arial" w:eastAsia="Times New Roman" w:hAnsi="Arial" w:cs="Arial"/>
      <w:b/>
      <w:bCs/>
      <w:sz w:val="22"/>
      <w:szCs w:val="20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72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720E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D44CA"/>
    <w:rPr>
      <w:color w:val="0000FF" w:themeColor="hyperlink"/>
      <w:u w:val="single"/>
    </w:rPr>
  </w:style>
  <w:style w:type="paragraph" w:styleId="HTML-voorafopgemaakt">
    <w:name w:val="HTML Preformatted"/>
    <w:link w:val="HTML-voorafopgemaaktChar"/>
    <w:rsid w:val="00647EC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647EC5"/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Kop4Char">
    <w:name w:val="Kop 4 Char"/>
    <w:basedOn w:val="Standaardalinea-lettertype"/>
    <w:link w:val="Kop4"/>
    <w:rsid w:val="003A1584"/>
    <w:rPr>
      <w:rFonts w:ascii="Arial" w:eastAsia="Times New Roman" w:hAnsi="Arial" w:cs="Arial"/>
      <w:b/>
      <w:bCs/>
      <w:sz w:val="22"/>
      <w:szCs w:val="20"/>
      <w:lang w:val="fr-FR"/>
    </w:rPr>
  </w:style>
  <w:style w:type="paragraph" w:styleId="Koptekst">
    <w:name w:val="header"/>
    <w:basedOn w:val="Standaard"/>
    <w:link w:val="KoptekstChar"/>
    <w:uiPriority w:val="99"/>
    <w:unhideWhenUsed/>
    <w:rsid w:val="009E651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6515"/>
  </w:style>
  <w:style w:type="paragraph" w:styleId="Voettekst">
    <w:name w:val="footer"/>
    <w:basedOn w:val="Standaard"/>
    <w:link w:val="VoettekstChar"/>
    <w:uiPriority w:val="99"/>
    <w:unhideWhenUsed/>
    <w:rsid w:val="009E651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6515"/>
  </w:style>
  <w:style w:type="paragraph" w:styleId="Ballontekst">
    <w:name w:val="Balloon Text"/>
    <w:basedOn w:val="Standaard"/>
    <w:link w:val="BallontekstChar"/>
    <w:uiPriority w:val="99"/>
    <w:semiHidden/>
    <w:unhideWhenUsed/>
    <w:rsid w:val="009E651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743B0-B05A-40B4-A1CA-0E74ED1EA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B38A505.dotm</Template>
  <TotalTime>2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EYE FilmInstituut Nederland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 Jonker</dc:creator>
  <cp:lastModifiedBy>Standard_User</cp:lastModifiedBy>
  <cp:revision>4</cp:revision>
  <cp:lastPrinted>2015-02-11T15:05:00Z</cp:lastPrinted>
  <dcterms:created xsi:type="dcterms:W3CDTF">2015-10-07T15:53:00Z</dcterms:created>
  <dcterms:modified xsi:type="dcterms:W3CDTF">2015-10-07T16:21:00Z</dcterms:modified>
</cp:coreProperties>
</file>