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FC02" w14:textId="77777777" w:rsidR="00350B3E" w:rsidRPr="008A2B3A" w:rsidRDefault="00350B3E" w:rsidP="00FC1A35">
      <w:pPr>
        <w:spacing w:line="276" w:lineRule="auto"/>
        <w:rPr>
          <w:rFonts w:ascii="Arial" w:hAnsi="Arial" w:cs="Arial"/>
          <w:u w:val="single"/>
        </w:rPr>
      </w:pPr>
    </w:p>
    <w:p w14:paraId="54B0B39D" w14:textId="44C639EA" w:rsidR="00350B3E" w:rsidRPr="008A2B3A" w:rsidRDefault="008A2B3A" w:rsidP="00FC1A35">
      <w:pPr>
        <w:spacing w:line="276" w:lineRule="auto"/>
        <w:rPr>
          <w:rFonts w:ascii="Arial" w:hAnsi="Arial" w:cs="Arial"/>
          <w:b/>
        </w:rPr>
      </w:pPr>
      <w:r w:rsidRPr="008A2B3A">
        <w:rPr>
          <w:rFonts w:ascii="Arial" w:hAnsi="Arial" w:cs="Arial"/>
          <w:b/>
        </w:rPr>
        <w:t>Evaluatie Gastles</w:t>
      </w:r>
    </w:p>
    <w:p w14:paraId="76A576A9" w14:textId="76C41C9B" w:rsidR="008A2B3A" w:rsidRPr="008A2B3A" w:rsidRDefault="008A2B3A" w:rsidP="00FC1A35">
      <w:pPr>
        <w:spacing w:line="276" w:lineRule="auto"/>
        <w:rPr>
          <w:rFonts w:ascii="Arial" w:hAnsi="Arial" w:cs="Arial"/>
          <w:b/>
        </w:rPr>
      </w:pPr>
      <w:r w:rsidRPr="008A2B3A">
        <w:rPr>
          <w:rFonts w:ascii="Arial" w:hAnsi="Arial" w:cs="Arial"/>
          <w:b/>
        </w:rPr>
        <w:t xml:space="preserve">Basisschool </w:t>
      </w:r>
      <w:proofErr w:type="spellStart"/>
      <w:r w:rsidRPr="008A2B3A">
        <w:rPr>
          <w:rFonts w:ascii="Arial" w:hAnsi="Arial" w:cs="Arial"/>
          <w:b/>
        </w:rPr>
        <w:t>Zuilichem</w:t>
      </w:r>
      <w:proofErr w:type="spellEnd"/>
      <w:r w:rsidRPr="008A2B3A">
        <w:rPr>
          <w:rFonts w:ascii="Arial" w:hAnsi="Arial" w:cs="Arial"/>
          <w:b/>
        </w:rPr>
        <w:t>, groep 7&amp;8</w:t>
      </w:r>
      <w:bookmarkStart w:id="0" w:name="_GoBack"/>
      <w:bookmarkEnd w:id="0"/>
    </w:p>
    <w:p w14:paraId="03A89E0D" w14:textId="77777777" w:rsidR="008A2B3A" w:rsidRPr="008A2B3A" w:rsidRDefault="008A2B3A" w:rsidP="00FC1A35">
      <w:pPr>
        <w:spacing w:line="276" w:lineRule="auto"/>
        <w:rPr>
          <w:rFonts w:ascii="Arial" w:hAnsi="Arial" w:cs="Arial"/>
          <w:u w:val="single"/>
        </w:rPr>
      </w:pPr>
    </w:p>
    <w:p w14:paraId="2A3BADC8" w14:textId="13AD9C76" w:rsidR="00030290" w:rsidRPr="008A2B3A" w:rsidRDefault="00030290" w:rsidP="00FC1A35">
      <w:pPr>
        <w:spacing w:line="276" w:lineRule="auto"/>
        <w:rPr>
          <w:rFonts w:ascii="Arial" w:hAnsi="Arial" w:cs="Arial"/>
          <w:b/>
        </w:rPr>
      </w:pPr>
      <w:r w:rsidRPr="008A2B3A">
        <w:rPr>
          <w:rFonts w:ascii="Arial" w:hAnsi="Arial" w:cs="Arial"/>
          <w:b/>
        </w:rPr>
        <w:t>Vragenlijst docent</w:t>
      </w:r>
      <w:r w:rsidRPr="008A2B3A">
        <w:rPr>
          <w:rFonts w:ascii="Arial" w:hAnsi="Arial" w:cs="Arial"/>
          <w:b/>
        </w:rPr>
        <w:br/>
      </w:r>
    </w:p>
    <w:p w14:paraId="4E86ADE4" w14:textId="35805D94" w:rsidR="00030290" w:rsidRPr="008A2B3A" w:rsidRDefault="000914BD" w:rsidP="00FC1A35">
      <w:p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  <w:u w:val="single"/>
        </w:rPr>
        <w:t xml:space="preserve">1. </w:t>
      </w:r>
      <w:r w:rsidR="00030290" w:rsidRPr="008A2B3A">
        <w:rPr>
          <w:rFonts w:ascii="Arial" w:hAnsi="Arial" w:cs="Arial"/>
          <w:u w:val="single"/>
        </w:rPr>
        <w:t>Motivatie voor de gastles</w:t>
      </w:r>
    </w:p>
    <w:p w14:paraId="1FC9F4AC" w14:textId="39D176BC" w:rsidR="00030290" w:rsidRPr="008A2B3A" w:rsidRDefault="000914BD" w:rsidP="000914BD">
      <w:pPr>
        <w:spacing w:line="276" w:lineRule="auto"/>
        <w:ind w:left="360"/>
        <w:rPr>
          <w:rFonts w:ascii="Arial" w:hAnsi="Arial" w:cs="Arial"/>
        </w:rPr>
      </w:pPr>
      <w:r w:rsidRPr="008A2B3A">
        <w:rPr>
          <w:rFonts w:ascii="Arial" w:hAnsi="Arial" w:cs="Arial"/>
        </w:rPr>
        <w:t>1.1</w:t>
      </w:r>
      <w:r w:rsidR="00A362C7" w:rsidRPr="008A2B3A">
        <w:rPr>
          <w:rFonts w:ascii="Arial" w:hAnsi="Arial" w:cs="Arial"/>
        </w:rPr>
        <w:tab/>
        <w:t xml:space="preserve">      </w:t>
      </w:r>
      <w:r w:rsidR="00590818" w:rsidRPr="008A2B3A">
        <w:rPr>
          <w:rFonts w:ascii="Arial" w:hAnsi="Arial" w:cs="Arial"/>
        </w:rPr>
        <w:t xml:space="preserve">Waarom </w:t>
      </w:r>
      <w:r w:rsidR="00300B24" w:rsidRPr="008A2B3A">
        <w:rPr>
          <w:rFonts w:ascii="Arial" w:hAnsi="Arial" w:cs="Arial"/>
        </w:rPr>
        <w:t>heeft u</w:t>
      </w:r>
      <w:r w:rsidR="00590818" w:rsidRPr="008A2B3A">
        <w:rPr>
          <w:rFonts w:ascii="Arial" w:hAnsi="Arial" w:cs="Arial"/>
        </w:rPr>
        <w:t xml:space="preserve"> voor deze gastles gekozen?</w:t>
      </w:r>
    </w:p>
    <w:p w14:paraId="1DFDEC62" w14:textId="6FFF6F16" w:rsidR="009F225A" w:rsidRPr="008A2B3A" w:rsidRDefault="006867A5" w:rsidP="000914BD">
      <w:pPr>
        <w:spacing w:line="276" w:lineRule="auto"/>
        <w:ind w:left="360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>De cultuurcommissie heeft het uitgekozen.</w:t>
      </w:r>
    </w:p>
    <w:p w14:paraId="672D3F2D" w14:textId="7CDDD05C" w:rsidR="00DC216A" w:rsidRPr="008A2B3A" w:rsidRDefault="00DC216A" w:rsidP="00DC216A">
      <w:pPr>
        <w:spacing w:line="276" w:lineRule="auto"/>
        <w:rPr>
          <w:rFonts w:ascii="Arial" w:hAnsi="Arial" w:cs="Arial"/>
          <w:i/>
        </w:rPr>
      </w:pPr>
      <w:r w:rsidRPr="008A2B3A">
        <w:rPr>
          <w:rFonts w:ascii="Arial" w:hAnsi="Arial" w:cs="Arial"/>
          <w:i/>
        </w:rPr>
        <w:t>Mogelijke antwoorden:</w:t>
      </w:r>
    </w:p>
    <w:p w14:paraId="57889A5C" w14:textId="4DDD83E1" w:rsidR="00D24774" w:rsidRPr="008A2B3A" w:rsidRDefault="00D24774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8A2B3A">
        <w:rPr>
          <w:rFonts w:ascii="Arial" w:hAnsi="Arial" w:cs="Arial"/>
          <w:i/>
        </w:rPr>
        <w:t>Aanspraak thema</w:t>
      </w:r>
    </w:p>
    <w:p w14:paraId="11C8DA60" w14:textId="6139736C" w:rsidR="00D24774" w:rsidRPr="008A2B3A" w:rsidRDefault="00DC216A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8A2B3A">
        <w:rPr>
          <w:rFonts w:ascii="Arial" w:hAnsi="Arial" w:cs="Arial"/>
          <w:i/>
        </w:rPr>
        <w:t>Past bij de b</w:t>
      </w:r>
      <w:r w:rsidR="00D24774" w:rsidRPr="008A2B3A">
        <w:rPr>
          <w:rFonts w:ascii="Arial" w:hAnsi="Arial" w:cs="Arial"/>
          <w:i/>
        </w:rPr>
        <w:t>elevingswereld</w:t>
      </w:r>
      <w:r w:rsidR="00D24774" w:rsidRPr="008A2B3A">
        <w:rPr>
          <w:rFonts w:ascii="Arial" w:hAnsi="Arial" w:cs="Arial"/>
          <w:i/>
        </w:rPr>
        <w:tab/>
      </w:r>
    </w:p>
    <w:p w14:paraId="5FE2EA78" w14:textId="1486FC20" w:rsidR="00D24774" w:rsidRPr="008A2B3A" w:rsidRDefault="00D24774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8A2B3A">
        <w:rPr>
          <w:rFonts w:ascii="Arial" w:hAnsi="Arial" w:cs="Arial"/>
          <w:i/>
        </w:rPr>
        <w:t>Interesse in film</w:t>
      </w:r>
    </w:p>
    <w:p w14:paraId="6F75C803" w14:textId="2BD6A539" w:rsidR="00D24774" w:rsidRPr="008A2B3A" w:rsidRDefault="00D24774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8A2B3A">
        <w:rPr>
          <w:rFonts w:ascii="Arial" w:hAnsi="Arial" w:cs="Arial"/>
          <w:i/>
        </w:rPr>
        <w:t>Praktische vorm</w:t>
      </w:r>
    </w:p>
    <w:p w14:paraId="0EE96BBB" w14:textId="5310A243" w:rsidR="00D24774" w:rsidRPr="008A2B3A" w:rsidRDefault="00DC216A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8A2B3A">
        <w:rPr>
          <w:rFonts w:ascii="Arial" w:hAnsi="Arial" w:cs="Arial"/>
          <w:i/>
        </w:rPr>
        <w:t>Interesse in e</w:t>
      </w:r>
      <w:r w:rsidR="00D24774" w:rsidRPr="008A2B3A">
        <w:rPr>
          <w:rFonts w:ascii="Arial" w:hAnsi="Arial" w:cs="Arial"/>
          <w:i/>
        </w:rPr>
        <w:t xml:space="preserve">rfgoededucatie </w:t>
      </w:r>
    </w:p>
    <w:p w14:paraId="21BC3318" w14:textId="77777777" w:rsidR="00590818" w:rsidRPr="008A2B3A" w:rsidRDefault="00590818" w:rsidP="00FC1A35">
      <w:pPr>
        <w:spacing w:line="276" w:lineRule="auto"/>
        <w:rPr>
          <w:rFonts w:ascii="Arial" w:hAnsi="Arial" w:cs="Arial"/>
          <w:u w:val="single"/>
        </w:rPr>
      </w:pPr>
    </w:p>
    <w:p w14:paraId="4C00D392" w14:textId="1E51CC23" w:rsidR="00030290" w:rsidRPr="008A2B3A" w:rsidRDefault="000914BD" w:rsidP="00FC1A35">
      <w:p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  <w:u w:val="single"/>
        </w:rPr>
        <w:t xml:space="preserve">2. </w:t>
      </w:r>
      <w:r w:rsidR="00030290" w:rsidRPr="008A2B3A">
        <w:rPr>
          <w:rFonts w:ascii="Arial" w:hAnsi="Arial" w:cs="Arial"/>
          <w:u w:val="single"/>
        </w:rPr>
        <w:t>Verwachtingen gastles</w:t>
      </w:r>
    </w:p>
    <w:p w14:paraId="52145A96" w14:textId="1A1E052C" w:rsidR="00590818" w:rsidRPr="008A2B3A" w:rsidRDefault="00590818" w:rsidP="000914BD">
      <w:pPr>
        <w:pStyle w:val="Lijstalinea"/>
        <w:numPr>
          <w:ilvl w:val="1"/>
          <w:numId w:val="9"/>
        </w:num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Welke verwachtingen </w:t>
      </w:r>
      <w:r w:rsidR="00300B24" w:rsidRPr="008A2B3A">
        <w:rPr>
          <w:rFonts w:ascii="Arial" w:hAnsi="Arial" w:cs="Arial"/>
        </w:rPr>
        <w:t xml:space="preserve">had u </w:t>
      </w:r>
      <w:r w:rsidRPr="008A2B3A">
        <w:rPr>
          <w:rFonts w:ascii="Arial" w:hAnsi="Arial" w:cs="Arial"/>
        </w:rPr>
        <w:t xml:space="preserve">van deze les? </w:t>
      </w:r>
    </w:p>
    <w:p w14:paraId="5965C25D" w14:textId="40052E35" w:rsidR="009F225A" w:rsidRPr="008A2B3A" w:rsidRDefault="009F225A" w:rsidP="009F225A">
      <w:pPr>
        <w:pStyle w:val="Lijstalinea"/>
        <w:spacing w:line="276" w:lineRule="auto"/>
        <w:ind w:left="1080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>Ik wist niet goed wat ervan moest verwachten.</w:t>
      </w:r>
    </w:p>
    <w:p w14:paraId="3701FD3A" w14:textId="589FCDC8" w:rsidR="00CE7BE0" w:rsidRPr="008A2B3A" w:rsidRDefault="00CE7BE0" w:rsidP="00D24774">
      <w:pPr>
        <w:pStyle w:val="Lijstalinea"/>
        <w:numPr>
          <w:ilvl w:val="1"/>
          <w:numId w:val="9"/>
        </w:num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>Hoe heeft u de klas voorbereid op deze gastles?</w:t>
      </w:r>
    </w:p>
    <w:p w14:paraId="21CA7A08" w14:textId="2EE068E6" w:rsidR="009F225A" w:rsidRPr="008A2B3A" w:rsidRDefault="009F225A" w:rsidP="009F225A">
      <w:pPr>
        <w:pStyle w:val="Lijstalinea"/>
        <w:spacing w:line="276" w:lineRule="auto"/>
        <w:ind w:left="1080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De leerlingen verteld dat er iemand een gastles komt geven van </w:t>
      </w:r>
      <w:proofErr w:type="spellStart"/>
      <w:r w:rsidRPr="008A2B3A">
        <w:rPr>
          <w:rFonts w:ascii="Arial" w:hAnsi="Arial" w:cs="Arial"/>
          <w:color w:val="0070C0"/>
        </w:rPr>
        <w:t>eye</w:t>
      </w:r>
      <w:proofErr w:type="spellEnd"/>
      <w:r w:rsidRPr="008A2B3A">
        <w:rPr>
          <w:rFonts w:ascii="Arial" w:hAnsi="Arial" w:cs="Arial"/>
          <w:color w:val="0070C0"/>
        </w:rPr>
        <w:t xml:space="preserve"> </w:t>
      </w:r>
      <w:r w:rsidR="006867A5" w:rsidRPr="008A2B3A">
        <w:rPr>
          <w:rFonts w:ascii="Arial" w:hAnsi="Arial" w:cs="Arial"/>
          <w:color w:val="0070C0"/>
        </w:rPr>
        <w:t>Filmjuwelen</w:t>
      </w:r>
      <w:r w:rsidRPr="008A2B3A">
        <w:rPr>
          <w:rFonts w:ascii="Arial" w:hAnsi="Arial" w:cs="Arial"/>
          <w:color w:val="0070C0"/>
        </w:rPr>
        <w:t xml:space="preserve"> en dat het over de fiets ging.</w:t>
      </w:r>
    </w:p>
    <w:p w14:paraId="26EFCD32" w14:textId="3CCCE6EA" w:rsidR="00D24774" w:rsidRPr="008A2B3A" w:rsidRDefault="00D24774" w:rsidP="00D24774">
      <w:pPr>
        <w:pStyle w:val="Lijstalinea"/>
        <w:numPr>
          <w:ilvl w:val="1"/>
          <w:numId w:val="9"/>
        </w:num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Wat zijn uw ervaringen met gastlessen van andere organisaties? </w:t>
      </w:r>
    </w:p>
    <w:p w14:paraId="0CF52C49" w14:textId="34B0B580" w:rsidR="009F225A" w:rsidRPr="008A2B3A" w:rsidRDefault="009F225A" w:rsidP="009F225A">
      <w:pPr>
        <w:pStyle w:val="Lijstalinea"/>
        <w:spacing w:line="276" w:lineRule="auto"/>
        <w:ind w:left="1080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>Ik heb veel goede ervaringen.</w:t>
      </w:r>
    </w:p>
    <w:p w14:paraId="419475B8" w14:textId="77777777" w:rsidR="00300B24" w:rsidRPr="008A2B3A" w:rsidRDefault="00300B24" w:rsidP="00FC1A35">
      <w:pPr>
        <w:spacing w:line="276" w:lineRule="auto"/>
        <w:rPr>
          <w:rFonts w:ascii="Arial" w:hAnsi="Arial" w:cs="Arial"/>
          <w:u w:val="single"/>
        </w:rPr>
      </w:pPr>
    </w:p>
    <w:p w14:paraId="3BE208E7" w14:textId="27A0DB37" w:rsidR="00030290" w:rsidRPr="008A2B3A" w:rsidRDefault="00D24774" w:rsidP="00FC1A35">
      <w:p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  <w:u w:val="single"/>
        </w:rPr>
        <w:t>3</w:t>
      </w:r>
      <w:r w:rsidR="000914BD" w:rsidRPr="008A2B3A">
        <w:rPr>
          <w:rFonts w:ascii="Arial" w:hAnsi="Arial" w:cs="Arial"/>
          <w:u w:val="single"/>
        </w:rPr>
        <w:t xml:space="preserve">. </w:t>
      </w:r>
      <w:r w:rsidR="00030290" w:rsidRPr="008A2B3A">
        <w:rPr>
          <w:rFonts w:ascii="Arial" w:hAnsi="Arial" w:cs="Arial"/>
          <w:u w:val="single"/>
        </w:rPr>
        <w:t>Gastles inhoudelijk</w:t>
      </w:r>
    </w:p>
    <w:p w14:paraId="5138CC7E" w14:textId="04EAC977" w:rsidR="00CE7BE0" w:rsidRPr="008A2B3A" w:rsidRDefault="00C402B3" w:rsidP="00D24774">
      <w:pPr>
        <w:pStyle w:val="Lijstalinea"/>
        <w:numPr>
          <w:ilvl w:val="1"/>
          <w:numId w:val="17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</w:rPr>
        <w:t xml:space="preserve">      </w:t>
      </w:r>
      <w:r w:rsidR="00D24774" w:rsidRPr="008A2B3A">
        <w:rPr>
          <w:rFonts w:ascii="Arial" w:hAnsi="Arial" w:cs="Arial"/>
        </w:rPr>
        <w:t>Hoe sloot de gastles aan bij het leerniveau van de leerlingen?</w:t>
      </w:r>
    </w:p>
    <w:p w14:paraId="7A2FC630" w14:textId="62F38927" w:rsidR="009F225A" w:rsidRPr="008A2B3A" w:rsidRDefault="009F225A" w:rsidP="009F225A">
      <w:pPr>
        <w:spacing w:line="276" w:lineRule="auto"/>
        <w:ind w:left="360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     goed</w:t>
      </w:r>
    </w:p>
    <w:p w14:paraId="291860AA" w14:textId="54A02EAA" w:rsidR="00CE7BE0" w:rsidRPr="008A2B3A" w:rsidRDefault="00C402B3" w:rsidP="00D24774">
      <w:pPr>
        <w:pStyle w:val="Lijstalinea"/>
        <w:numPr>
          <w:ilvl w:val="1"/>
          <w:numId w:val="17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</w:rPr>
        <w:t xml:space="preserve">      </w:t>
      </w:r>
      <w:r w:rsidR="009B50A5" w:rsidRPr="008A2B3A">
        <w:rPr>
          <w:rFonts w:ascii="Arial" w:hAnsi="Arial" w:cs="Arial"/>
        </w:rPr>
        <w:t>Welke film moet volgens u in het filmprogramma blijven?</w:t>
      </w:r>
    </w:p>
    <w:p w14:paraId="22D0447B" w14:textId="77777777" w:rsidR="009F225A" w:rsidRPr="008A2B3A" w:rsidRDefault="009F225A" w:rsidP="009F225A">
      <w:pPr>
        <w:pStyle w:val="Lijstalinea"/>
        <w:spacing w:line="276" w:lineRule="auto"/>
        <w:ind w:left="708"/>
        <w:rPr>
          <w:rFonts w:ascii="Arial" w:hAnsi="Arial" w:cs="Arial"/>
          <w:color w:val="0070C0"/>
        </w:rPr>
      </w:pPr>
      <w:r w:rsidRPr="008A2B3A">
        <w:rPr>
          <w:rFonts w:ascii="Arial" w:hAnsi="Arial" w:cs="Arial"/>
        </w:rPr>
        <w:t xml:space="preserve">       </w:t>
      </w:r>
      <w:r w:rsidRPr="008A2B3A">
        <w:rPr>
          <w:rFonts w:ascii="Arial" w:hAnsi="Arial" w:cs="Arial"/>
          <w:color w:val="0070C0"/>
        </w:rPr>
        <w:t xml:space="preserve">De verschillende filmpjes vond ik goed maar ze moeten niet te lang </w:t>
      </w:r>
    </w:p>
    <w:p w14:paraId="20FB18A2" w14:textId="77777777" w:rsidR="009F225A" w:rsidRPr="008A2B3A" w:rsidRDefault="009F225A" w:rsidP="009F225A">
      <w:pPr>
        <w:pStyle w:val="Lijstalinea"/>
        <w:spacing w:line="276" w:lineRule="auto"/>
        <w:ind w:left="708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duren want dan hebben de leerlingen moeite om nog te blijven</w:t>
      </w:r>
    </w:p>
    <w:p w14:paraId="15D325B6" w14:textId="2495DA44" w:rsidR="009F225A" w:rsidRPr="008A2B3A" w:rsidRDefault="009F225A" w:rsidP="009F225A">
      <w:pPr>
        <w:pStyle w:val="Lijstalinea"/>
        <w:spacing w:line="276" w:lineRule="auto"/>
        <w:ind w:left="708"/>
        <w:rPr>
          <w:rFonts w:ascii="Arial" w:hAnsi="Arial" w:cs="Arial"/>
          <w:color w:val="0070C0"/>
          <w:u w:val="single"/>
        </w:rPr>
      </w:pPr>
      <w:r w:rsidRPr="008A2B3A">
        <w:rPr>
          <w:rFonts w:ascii="Arial" w:hAnsi="Arial" w:cs="Arial"/>
          <w:color w:val="0070C0"/>
        </w:rPr>
        <w:t xml:space="preserve">        kijken</w:t>
      </w:r>
    </w:p>
    <w:p w14:paraId="16BB1DBE" w14:textId="202B1B35" w:rsidR="000914BD" w:rsidRPr="008A2B3A" w:rsidRDefault="00C402B3" w:rsidP="009B50A5">
      <w:pPr>
        <w:pStyle w:val="Lijstalinea"/>
        <w:numPr>
          <w:ilvl w:val="1"/>
          <w:numId w:val="18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</w:rPr>
        <w:t xml:space="preserve">      </w:t>
      </w:r>
      <w:r w:rsidR="00CE7BE0" w:rsidRPr="008A2B3A">
        <w:rPr>
          <w:rFonts w:ascii="Arial" w:hAnsi="Arial" w:cs="Arial"/>
        </w:rPr>
        <w:t xml:space="preserve">Welke film </w:t>
      </w:r>
      <w:r w:rsidR="000914BD" w:rsidRPr="008A2B3A">
        <w:rPr>
          <w:rFonts w:ascii="Arial" w:hAnsi="Arial" w:cs="Arial"/>
        </w:rPr>
        <w:t>mag volgens u uit het fi</w:t>
      </w:r>
      <w:r w:rsidRPr="008A2B3A">
        <w:rPr>
          <w:rFonts w:ascii="Arial" w:hAnsi="Arial" w:cs="Arial"/>
        </w:rPr>
        <w:t xml:space="preserve">lmprogramma? </w:t>
      </w:r>
    </w:p>
    <w:p w14:paraId="33E1864B" w14:textId="6A05B010" w:rsidR="009F225A" w:rsidRPr="008A2B3A" w:rsidRDefault="009F225A" w:rsidP="009F225A">
      <w:pPr>
        <w:pStyle w:val="Lijstalinea"/>
        <w:spacing w:line="276" w:lineRule="auto"/>
        <w:rPr>
          <w:rFonts w:ascii="Arial" w:hAnsi="Arial" w:cs="Arial"/>
          <w:color w:val="0070C0"/>
          <w:u w:val="single"/>
        </w:rPr>
      </w:pPr>
      <w:r w:rsidRPr="008A2B3A">
        <w:rPr>
          <w:rFonts w:ascii="Arial" w:hAnsi="Arial" w:cs="Arial"/>
        </w:rPr>
        <w:t xml:space="preserve">       </w:t>
      </w:r>
      <w:r w:rsidR="006867A5" w:rsidRPr="008A2B3A">
        <w:rPr>
          <w:rFonts w:ascii="Arial" w:hAnsi="Arial" w:cs="Arial"/>
          <w:color w:val="0070C0"/>
        </w:rPr>
        <w:t>Het filmpje over Indonesië duurde wel erg lang.</w:t>
      </w:r>
    </w:p>
    <w:p w14:paraId="32BF463D" w14:textId="77777777" w:rsidR="00C402B3" w:rsidRPr="008A2B3A" w:rsidRDefault="00C402B3" w:rsidP="00D24774">
      <w:pPr>
        <w:pStyle w:val="Lijstalinea"/>
        <w:numPr>
          <w:ilvl w:val="1"/>
          <w:numId w:val="18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</w:rPr>
        <w:t xml:space="preserve">      </w:t>
      </w:r>
      <w:r w:rsidR="000914BD" w:rsidRPr="008A2B3A">
        <w:rPr>
          <w:rFonts w:ascii="Arial" w:hAnsi="Arial" w:cs="Arial"/>
        </w:rPr>
        <w:t xml:space="preserve">De gastles had de volgende specifieke leerdoelen (…). Heeft u het </w:t>
      </w:r>
      <w:r w:rsidRPr="008A2B3A">
        <w:rPr>
          <w:rFonts w:ascii="Arial" w:hAnsi="Arial" w:cs="Arial"/>
        </w:rPr>
        <w:t xml:space="preserve">  </w:t>
      </w:r>
    </w:p>
    <w:p w14:paraId="274110E8" w14:textId="7C66A704" w:rsidR="00CE7BE0" w:rsidRPr="008A2B3A" w:rsidRDefault="00C402B3" w:rsidP="00C402B3">
      <w:pPr>
        <w:pStyle w:val="Lijstalinea"/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      </w:t>
      </w:r>
      <w:r w:rsidR="000914BD" w:rsidRPr="008A2B3A">
        <w:rPr>
          <w:rFonts w:ascii="Arial" w:hAnsi="Arial" w:cs="Arial"/>
        </w:rPr>
        <w:t>idee dat deze leerdoelen behaald zijn?</w:t>
      </w:r>
    </w:p>
    <w:p w14:paraId="59473267" w14:textId="238A1938" w:rsidR="009F225A" w:rsidRPr="008A2B3A" w:rsidRDefault="009F225A" w:rsidP="00C402B3">
      <w:pPr>
        <w:pStyle w:val="Lijstalinea"/>
        <w:spacing w:line="276" w:lineRule="auto"/>
        <w:rPr>
          <w:rFonts w:ascii="Arial" w:hAnsi="Arial" w:cs="Arial"/>
          <w:color w:val="0070C0"/>
          <w:u w:val="single"/>
        </w:rPr>
      </w:pPr>
      <w:r w:rsidRPr="008A2B3A">
        <w:rPr>
          <w:rFonts w:ascii="Arial" w:hAnsi="Arial" w:cs="Arial"/>
        </w:rPr>
        <w:t xml:space="preserve">       </w:t>
      </w:r>
      <w:r w:rsidR="006867A5" w:rsidRPr="008A2B3A">
        <w:rPr>
          <w:rFonts w:ascii="Arial" w:hAnsi="Arial" w:cs="Arial"/>
          <w:color w:val="0070C0"/>
        </w:rPr>
        <w:t>Een heel globaal overzicht van de filmindustrie is gegeven.</w:t>
      </w:r>
    </w:p>
    <w:p w14:paraId="24431FC7" w14:textId="0453B106" w:rsidR="00D24774" w:rsidRPr="008A2B3A" w:rsidRDefault="00C402B3" w:rsidP="00D24774">
      <w:pPr>
        <w:pStyle w:val="Lijstalinea"/>
        <w:numPr>
          <w:ilvl w:val="1"/>
          <w:numId w:val="18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</w:rPr>
        <w:t xml:space="preserve">      </w:t>
      </w:r>
      <w:r w:rsidR="00D24774" w:rsidRPr="008A2B3A">
        <w:rPr>
          <w:rFonts w:ascii="Arial" w:hAnsi="Arial" w:cs="Arial"/>
        </w:rPr>
        <w:t>Hoe sloot deze gastles aan bij andere lessen die u geeft?</w:t>
      </w:r>
    </w:p>
    <w:p w14:paraId="0BB6C47B" w14:textId="7168B726" w:rsidR="009F225A" w:rsidRPr="008A2B3A" w:rsidRDefault="009F225A" w:rsidP="009F225A">
      <w:pPr>
        <w:pStyle w:val="Lijstalinea"/>
        <w:spacing w:line="276" w:lineRule="auto"/>
        <w:ind w:left="360"/>
        <w:rPr>
          <w:rFonts w:ascii="Arial" w:hAnsi="Arial" w:cs="Arial"/>
          <w:color w:val="0070C0"/>
          <w:u w:val="single"/>
        </w:rPr>
      </w:pPr>
      <w:r w:rsidRPr="008A2B3A">
        <w:rPr>
          <w:rFonts w:ascii="Arial" w:hAnsi="Arial" w:cs="Arial"/>
        </w:rPr>
        <w:t xml:space="preserve">            </w:t>
      </w:r>
      <w:r w:rsidRPr="008A2B3A">
        <w:rPr>
          <w:rFonts w:ascii="Arial" w:hAnsi="Arial" w:cs="Arial"/>
          <w:color w:val="0070C0"/>
        </w:rPr>
        <w:t>Het was meer een les op zichzelf.</w:t>
      </w:r>
    </w:p>
    <w:p w14:paraId="27F61D58" w14:textId="77777777" w:rsidR="00300B24" w:rsidRPr="008A2B3A" w:rsidRDefault="00300B24" w:rsidP="000914BD">
      <w:pPr>
        <w:pStyle w:val="Lijstalinea"/>
        <w:spacing w:line="276" w:lineRule="auto"/>
        <w:rPr>
          <w:rFonts w:ascii="Arial" w:hAnsi="Arial" w:cs="Arial"/>
          <w:u w:val="single"/>
        </w:rPr>
      </w:pPr>
    </w:p>
    <w:p w14:paraId="77954B8D" w14:textId="2E8E4D95" w:rsidR="000914BD" w:rsidRPr="008A2B3A" w:rsidRDefault="00D24774" w:rsidP="00D24774">
      <w:p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  <w:u w:val="single"/>
        </w:rPr>
        <w:t>4</w:t>
      </w:r>
      <w:r w:rsidR="000914BD" w:rsidRPr="008A2B3A">
        <w:rPr>
          <w:rFonts w:ascii="Arial" w:hAnsi="Arial" w:cs="Arial"/>
          <w:u w:val="single"/>
        </w:rPr>
        <w:t xml:space="preserve">. </w:t>
      </w:r>
      <w:r w:rsidR="00030290" w:rsidRPr="008A2B3A">
        <w:rPr>
          <w:rFonts w:ascii="Arial" w:hAnsi="Arial" w:cs="Arial"/>
          <w:u w:val="single"/>
        </w:rPr>
        <w:t xml:space="preserve">Vorm </w:t>
      </w:r>
      <w:r w:rsidR="00590818" w:rsidRPr="008A2B3A">
        <w:rPr>
          <w:rFonts w:ascii="Arial" w:hAnsi="Arial" w:cs="Arial"/>
          <w:u w:val="single"/>
        </w:rPr>
        <w:t xml:space="preserve">en opzet </w:t>
      </w:r>
      <w:r w:rsidR="00030290" w:rsidRPr="008A2B3A">
        <w:rPr>
          <w:rFonts w:ascii="Arial" w:hAnsi="Arial" w:cs="Arial"/>
          <w:u w:val="single"/>
        </w:rPr>
        <w:t>gastles</w:t>
      </w:r>
    </w:p>
    <w:p w14:paraId="29202769" w14:textId="225A7A09" w:rsidR="005A1F4C" w:rsidRPr="008A2B3A" w:rsidRDefault="00C402B3" w:rsidP="009A2D74">
      <w:pPr>
        <w:pStyle w:val="Lijstalinea"/>
        <w:numPr>
          <w:ilvl w:val="1"/>
          <w:numId w:val="20"/>
        </w:num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      </w:t>
      </w:r>
      <w:r w:rsidR="005A1F4C" w:rsidRPr="008A2B3A">
        <w:rPr>
          <w:rFonts w:ascii="Arial" w:hAnsi="Arial" w:cs="Arial"/>
        </w:rPr>
        <w:t>Wat zou u zelf veranderen aan de opzet van de gastles?</w:t>
      </w:r>
    </w:p>
    <w:p w14:paraId="189E5B79" w14:textId="77777777" w:rsidR="009F225A" w:rsidRPr="008A2B3A" w:rsidRDefault="009F225A" w:rsidP="009F225A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</w:rPr>
        <w:t xml:space="preserve">    </w:t>
      </w:r>
      <w:r w:rsidRPr="008A2B3A">
        <w:rPr>
          <w:rFonts w:ascii="Arial" w:hAnsi="Arial" w:cs="Arial"/>
          <w:color w:val="0070C0"/>
        </w:rPr>
        <w:t xml:space="preserve">  De opzet vond ik goed, zeker de afwisseling (het praten over, </w:t>
      </w:r>
    </w:p>
    <w:p w14:paraId="1D400572" w14:textId="2AAA110D" w:rsidR="009F225A" w:rsidRPr="008A2B3A" w:rsidRDefault="009F225A" w:rsidP="009F225A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filmpjes kijken, het zelf oefenen en spelen)</w:t>
      </w:r>
    </w:p>
    <w:p w14:paraId="6623B2BC" w14:textId="77777777" w:rsidR="000914BD" w:rsidRPr="008A2B3A" w:rsidRDefault="000914BD" w:rsidP="000914BD">
      <w:pPr>
        <w:spacing w:line="276" w:lineRule="auto"/>
        <w:rPr>
          <w:rFonts w:ascii="Arial" w:hAnsi="Arial" w:cs="Arial"/>
          <w:u w:val="single"/>
        </w:rPr>
      </w:pPr>
    </w:p>
    <w:p w14:paraId="7275CF31" w14:textId="77777777" w:rsidR="009A2D74" w:rsidRPr="008A2B3A" w:rsidRDefault="000914BD" w:rsidP="009A2D74">
      <w:pPr>
        <w:pStyle w:val="Lijstalinea"/>
        <w:numPr>
          <w:ilvl w:val="0"/>
          <w:numId w:val="20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  <w:u w:val="single"/>
        </w:rPr>
        <w:t xml:space="preserve"> </w:t>
      </w:r>
      <w:r w:rsidR="009A2D74" w:rsidRPr="008A2B3A">
        <w:rPr>
          <w:rFonts w:ascii="Arial" w:hAnsi="Arial" w:cs="Arial"/>
          <w:u w:val="single"/>
        </w:rPr>
        <w:t>Gastdocent</w:t>
      </w:r>
    </w:p>
    <w:p w14:paraId="690E2F47" w14:textId="04085F93" w:rsidR="000914BD" w:rsidRPr="008A2B3A" w:rsidRDefault="00C402B3" w:rsidP="009A2D74">
      <w:pPr>
        <w:pStyle w:val="Lijstalinea"/>
        <w:numPr>
          <w:ilvl w:val="1"/>
          <w:numId w:val="20"/>
        </w:num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</w:rPr>
        <w:lastRenderedPageBreak/>
        <w:t xml:space="preserve">      </w:t>
      </w:r>
      <w:r w:rsidR="00680015" w:rsidRPr="008A2B3A">
        <w:rPr>
          <w:rFonts w:ascii="Arial" w:hAnsi="Arial" w:cs="Arial"/>
        </w:rPr>
        <w:t>Gaf de gastdocent meerwaarde aan deze gastles</w:t>
      </w:r>
      <w:r w:rsidR="000914BD" w:rsidRPr="008A2B3A">
        <w:rPr>
          <w:rFonts w:ascii="Arial" w:hAnsi="Arial" w:cs="Arial"/>
        </w:rPr>
        <w:t xml:space="preserve">? </w:t>
      </w:r>
    </w:p>
    <w:p w14:paraId="300F4089" w14:textId="77777777" w:rsidR="009F225A" w:rsidRPr="008A2B3A" w:rsidRDefault="009F225A" w:rsidP="009F225A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</w:rPr>
        <w:t xml:space="preserve">       </w:t>
      </w:r>
      <w:r w:rsidRPr="008A2B3A">
        <w:rPr>
          <w:rFonts w:ascii="Arial" w:hAnsi="Arial" w:cs="Arial"/>
          <w:color w:val="0070C0"/>
        </w:rPr>
        <w:t xml:space="preserve">Jazeker, de gastdocent kijkt heel anders dan een leerkracht naar </w:t>
      </w:r>
    </w:p>
    <w:p w14:paraId="341D0897" w14:textId="77777777" w:rsidR="009F225A" w:rsidRPr="008A2B3A" w:rsidRDefault="009F225A" w:rsidP="009F225A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het onderwerp en weet er veel meer van. De kinderen vinden het </w:t>
      </w:r>
    </w:p>
    <w:p w14:paraId="1A1EB80E" w14:textId="77777777" w:rsidR="006867A5" w:rsidRPr="008A2B3A" w:rsidRDefault="009F225A" w:rsidP="009F225A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ook leuk om van iemand die er veel van weet te horen</w:t>
      </w:r>
      <w:r w:rsidR="006867A5" w:rsidRPr="008A2B3A">
        <w:rPr>
          <w:rFonts w:ascii="Arial" w:hAnsi="Arial" w:cs="Arial"/>
          <w:color w:val="0070C0"/>
        </w:rPr>
        <w:t xml:space="preserve"> zodat ze</w:t>
      </w:r>
    </w:p>
    <w:p w14:paraId="595CE6AE" w14:textId="18E963B0" w:rsidR="009F225A" w:rsidRPr="008A2B3A" w:rsidRDefault="006867A5" w:rsidP="009F225A">
      <w:pPr>
        <w:pStyle w:val="Lijstalinea"/>
        <w:spacing w:line="276" w:lineRule="auto"/>
        <w:rPr>
          <w:rFonts w:ascii="Arial" w:hAnsi="Arial" w:cs="Arial"/>
          <w:color w:val="0070C0"/>
          <w:u w:val="single"/>
        </w:rPr>
      </w:pPr>
      <w:r w:rsidRPr="008A2B3A">
        <w:rPr>
          <w:rFonts w:ascii="Arial" w:hAnsi="Arial" w:cs="Arial"/>
          <w:color w:val="0070C0"/>
        </w:rPr>
        <w:t xml:space="preserve">       ook op de vragen goede antwoorden krijgen</w:t>
      </w:r>
      <w:r w:rsidR="009F225A" w:rsidRPr="008A2B3A">
        <w:rPr>
          <w:rFonts w:ascii="Arial" w:hAnsi="Arial" w:cs="Arial"/>
          <w:color w:val="0070C0"/>
        </w:rPr>
        <w:t>.</w:t>
      </w:r>
    </w:p>
    <w:p w14:paraId="33C4DA19" w14:textId="504735A3" w:rsidR="00A362C7" w:rsidRPr="008A2B3A" w:rsidRDefault="009A2D74" w:rsidP="009A2D74">
      <w:pPr>
        <w:spacing w:line="276" w:lineRule="auto"/>
        <w:ind w:firstLine="360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5.2 </w:t>
      </w:r>
      <w:r w:rsidR="00C402B3" w:rsidRPr="008A2B3A">
        <w:rPr>
          <w:rFonts w:ascii="Arial" w:hAnsi="Arial" w:cs="Arial"/>
        </w:rPr>
        <w:t xml:space="preserve">      </w:t>
      </w:r>
      <w:r w:rsidR="000914BD" w:rsidRPr="008A2B3A">
        <w:rPr>
          <w:rFonts w:ascii="Arial" w:hAnsi="Arial" w:cs="Arial"/>
        </w:rPr>
        <w:t xml:space="preserve">Welk cijfer (op een schaal van 1-10) zou u de gastdocent geven </w:t>
      </w:r>
      <w:r w:rsidR="00A362C7" w:rsidRPr="008A2B3A">
        <w:rPr>
          <w:rFonts w:ascii="Arial" w:hAnsi="Arial" w:cs="Arial"/>
        </w:rPr>
        <w:t xml:space="preserve">    </w:t>
      </w:r>
    </w:p>
    <w:p w14:paraId="6038A16A" w14:textId="4CF0A85A" w:rsidR="000914BD" w:rsidRPr="008A2B3A" w:rsidRDefault="00A362C7" w:rsidP="00A362C7">
      <w:pPr>
        <w:pStyle w:val="Lijstalinea"/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        </w:t>
      </w:r>
      <w:r w:rsidR="000914BD" w:rsidRPr="008A2B3A">
        <w:rPr>
          <w:rFonts w:ascii="Arial" w:hAnsi="Arial" w:cs="Arial"/>
        </w:rPr>
        <w:t>wat betreft het overbrengen van de informatie?</w:t>
      </w:r>
    </w:p>
    <w:p w14:paraId="5463DD0E" w14:textId="77777777" w:rsidR="009F225A" w:rsidRPr="008A2B3A" w:rsidRDefault="009F225A" w:rsidP="00A362C7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</w:rPr>
        <w:t xml:space="preserve">        </w:t>
      </w:r>
      <w:r w:rsidRPr="008A2B3A">
        <w:rPr>
          <w:rFonts w:ascii="Arial" w:hAnsi="Arial" w:cs="Arial"/>
          <w:color w:val="0070C0"/>
        </w:rPr>
        <w:t xml:space="preserve">Ze deed het wel goed al kon je wel merken dat dit de eerste les </w:t>
      </w:r>
    </w:p>
    <w:p w14:paraId="05D0A7D1" w14:textId="77777777" w:rsidR="009F225A" w:rsidRPr="008A2B3A" w:rsidRDefault="009F225A" w:rsidP="00A362C7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was die ze gaf en dan komen er vanzelf kleine verbeterpuntjes </w:t>
      </w:r>
    </w:p>
    <w:p w14:paraId="29B23CC3" w14:textId="3912C44A" w:rsidR="009F225A" w:rsidRPr="008A2B3A" w:rsidRDefault="009F225A" w:rsidP="00A362C7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waar ik het met haar over heb gehad</w:t>
      </w:r>
    </w:p>
    <w:p w14:paraId="62F9B84E" w14:textId="77777777" w:rsidR="000914BD" w:rsidRPr="008A2B3A" w:rsidRDefault="000914BD" w:rsidP="000914BD">
      <w:pPr>
        <w:spacing w:line="276" w:lineRule="auto"/>
        <w:rPr>
          <w:rFonts w:ascii="Arial" w:hAnsi="Arial" w:cs="Arial"/>
        </w:rPr>
      </w:pPr>
    </w:p>
    <w:p w14:paraId="1BFA47C1" w14:textId="521D268D" w:rsidR="000914BD" w:rsidRPr="008A2B3A" w:rsidRDefault="009A2D74" w:rsidP="000914BD">
      <w:pPr>
        <w:spacing w:line="276" w:lineRule="auto"/>
        <w:rPr>
          <w:rFonts w:ascii="Arial" w:hAnsi="Arial" w:cs="Arial"/>
          <w:u w:val="single"/>
        </w:rPr>
      </w:pPr>
      <w:r w:rsidRPr="008A2B3A">
        <w:rPr>
          <w:rFonts w:ascii="Arial" w:hAnsi="Arial" w:cs="Arial"/>
          <w:u w:val="single"/>
        </w:rPr>
        <w:t>6</w:t>
      </w:r>
      <w:r w:rsidR="000914BD" w:rsidRPr="008A2B3A">
        <w:rPr>
          <w:rFonts w:ascii="Arial" w:hAnsi="Arial" w:cs="Arial"/>
          <w:u w:val="single"/>
        </w:rPr>
        <w:t>. Overig</w:t>
      </w:r>
    </w:p>
    <w:p w14:paraId="13579DD8" w14:textId="17DD8631" w:rsidR="00C402B3" w:rsidRPr="008A2B3A" w:rsidRDefault="00C402B3" w:rsidP="00C402B3">
      <w:p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    </w:t>
      </w:r>
      <w:r w:rsidR="009A2D74" w:rsidRPr="008A2B3A">
        <w:rPr>
          <w:rFonts w:ascii="Arial" w:hAnsi="Arial" w:cs="Arial"/>
        </w:rPr>
        <w:t>6.1</w:t>
      </w:r>
      <w:r w:rsidRPr="008A2B3A">
        <w:rPr>
          <w:rFonts w:ascii="Arial" w:hAnsi="Arial" w:cs="Arial"/>
        </w:rPr>
        <w:t xml:space="preserve">        </w:t>
      </w:r>
      <w:r w:rsidR="000914BD" w:rsidRPr="008A2B3A">
        <w:rPr>
          <w:rFonts w:ascii="Arial" w:hAnsi="Arial" w:cs="Arial"/>
        </w:rPr>
        <w:t xml:space="preserve">Heeft u nog tips of opmerkingen </w:t>
      </w:r>
      <w:r w:rsidR="009854B3" w:rsidRPr="008A2B3A">
        <w:rPr>
          <w:rFonts w:ascii="Arial" w:hAnsi="Arial" w:cs="Arial"/>
        </w:rPr>
        <w:t xml:space="preserve">voor </w:t>
      </w:r>
      <w:r w:rsidR="00EA7FE8" w:rsidRPr="008A2B3A">
        <w:rPr>
          <w:rFonts w:ascii="Arial" w:hAnsi="Arial" w:cs="Arial"/>
        </w:rPr>
        <w:t>EYE</w:t>
      </w:r>
      <w:r w:rsidRPr="008A2B3A">
        <w:rPr>
          <w:rFonts w:ascii="Arial" w:hAnsi="Arial" w:cs="Arial"/>
        </w:rPr>
        <w:t xml:space="preserve"> wat betreft de </w:t>
      </w:r>
    </w:p>
    <w:p w14:paraId="33FD4639" w14:textId="2D002521" w:rsidR="000914BD" w:rsidRPr="008A2B3A" w:rsidRDefault="00C402B3" w:rsidP="00C402B3">
      <w:p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                 Filmjuwelen </w:t>
      </w:r>
      <w:r w:rsidR="000914BD" w:rsidRPr="008A2B3A">
        <w:rPr>
          <w:rFonts w:ascii="Arial" w:hAnsi="Arial" w:cs="Arial"/>
        </w:rPr>
        <w:t>gastlessen?</w:t>
      </w:r>
    </w:p>
    <w:p w14:paraId="70B34198" w14:textId="77777777" w:rsidR="009F225A" w:rsidRPr="008A2B3A" w:rsidRDefault="009F225A" w:rsidP="00C402B3">
      <w:pPr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</w:rPr>
        <w:t xml:space="preserve">                  </w:t>
      </w:r>
      <w:r w:rsidRPr="008A2B3A">
        <w:rPr>
          <w:rFonts w:ascii="Arial" w:hAnsi="Arial" w:cs="Arial"/>
          <w:color w:val="0070C0"/>
        </w:rPr>
        <w:t>Ik vond het top dat ze het gefilmd had en ook naar de school</w:t>
      </w:r>
    </w:p>
    <w:p w14:paraId="449B91E8" w14:textId="77777777" w:rsidR="009F225A" w:rsidRPr="008A2B3A" w:rsidRDefault="009F225A" w:rsidP="00C402B3">
      <w:pPr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          heeft gestuurd. De kinderen en ik hebben er met veel plezier naar </w:t>
      </w:r>
    </w:p>
    <w:p w14:paraId="20010BEC" w14:textId="724909D9" w:rsidR="009F225A" w:rsidRPr="008A2B3A" w:rsidRDefault="009F225A" w:rsidP="00C402B3">
      <w:pPr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          gekeken.</w:t>
      </w:r>
    </w:p>
    <w:p w14:paraId="7FFD25EB" w14:textId="5EEB5455" w:rsidR="000914BD" w:rsidRPr="008A2B3A" w:rsidRDefault="00C402B3" w:rsidP="009A2D74">
      <w:pPr>
        <w:spacing w:line="276" w:lineRule="auto"/>
        <w:rPr>
          <w:rFonts w:ascii="Arial" w:hAnsi="Arial" w:cs="Arial"/>
        </w:rPr>
      </w:pPr>
      <w:r w:rsidRPr="008A2B3A">
        <w:rPr>
          <w:rFonts w:ascii="Arial" w:hAnsi="Arial" w:cs="Arial"/>
        </w:rPr>
        <w:t xml:space="preserve">    </w:t>
      </w:r>
      <w:r w:rsidR="009A2D74" w:rsidRPr="008A2B3A">
        <w:rPr>
          <w:rFonts w:ascii="Arial" w:hAnsi="Arial" w:cs="Arial"/>
        </w:rPr>
        <w:t xml:space="preserve">6.2 </w:t>
      </w:r>
      <w:r w:rsidRPr="008A2B3A">
        <w:rPr>
          <w:rFonts w:ascii="Arial" w:hAnsi="Arial" w:cs="Arial"/>
        </w:rPr>
        <w:t xml:space="preserve">       </w:t>
      </w:r>
      <w:r w:rsidR="000914BD" w:rsidRPr="008A2B3A">
        <w:rPr>
          <w:rFonts w:ascii="Arial" w:hAnsi="Arial" w:cs="Arial"/>
        </w:rPr>
        <w:t>Heeft u nog tips of opmerk</w:t>
      </w:r>
      <w:r w:rsidR="00EA7FE8" w:rsidRPr="008A2B3A">
        <w:rPr>
          <w:rFonts w:ascii="Arial" w:hAnsi="Arial" w:cs="Arial"/>
        </w:rPr>
        <w:t>ingen voor de gastdocent van EYE</w:t>
      </w:r>
      <w:r w:rsidR="000914BD" w:rsidRPr="008A2B3A">
        <w:rPr>
          <w:rFonts w:ascii="Arial" w:hAnsi="Arial" w:cs="Arial"/>
        </w:rPr>
        <w:t>?</w:t>
      </w:r>
    </w:p>
    <w:p w14:paraId="05B47006" w14:textId="77777777" w:rsidR="006867A5" w:rsidRPr="008A2B3A" w:rsidRDefault="006867A5" w:rsidP="000914BD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Houd de informatie kort maar krachtig en er mogen best moeilijke</w:t>
      </w:r>
    </w:p>
    <w:p w14:paraId="028CD6BA" w14:textId="33905612" w:rsidR="000914BD" w:rsidRPr="008A2B3A" w:rsidRDefault="006867A5" w:rsidP="000914BD">
      <w:pPr>
        <w:pStyle w:val="Lijstalinea"/>
        <w:spacing w:line="276" w:lineRule="auto"/>
        <w:rPr>
          <w:rFonts w:ascii="Arial" w:hAnsi="Arial" w:cs="Arial"/>
          <w:color w:val="0070C0"/>
        </w:rPr>
      </w:pPr>
      <w:r w:rsidRPr="008A2B3A">
        <w:rPr>
          <w:rFonts w:ascii="Arial" w:hAnsi="Arial" w:cs="Arial"/>
          <w:color w:val="0070C0"/>
        </w:rPr>
        <w:t xml:space="preserve">        uitdagende dingen aanbod komen.</w:t>
      </w:r>
    </w:p>
    <w:p w14:paraId="09B8C285" w14:textId="77777777" w:rsidR="00350B3E" w:rsidRPr="008A2B3A" w:rsidRDefault="00350B3E" w:rsidP="00FC1A35">
      <w:pPr>
        <w:spacing w:line="276" w:lineRule="auto"/>
        <w:rPr>
          <w:rFonts w:ascii="Arial" w:hAnsi="Arial" w:cs="Arial"/>
          <w:u w:val="single"/>
        </w:rPr>
      </w:pPr>
    </w:p>
    <w:p w14:paraId="100B3160" w14:textId="77777777" w:rsidR="00350B3E" w:rsidRPr="008A2B3A" w:rsidRDefault="00350B3E" w:rsidP="00FC1A35">
      <w:pPr>
        <w:spacing w:line="276" w:lineRule="auto"/>
        <w:rPr>
          <w:rFonts w:ascii="Arial" w:hAnsi="Arial" w:cs="Arial"/>
          <w:u w:val="single"/>
        </w:rPr>
      </w:pPr>
    </w:p>
    <w:p w14:paraId="3D94384B" w14:textId="77777777" w:rsidR="00647EC5" w:rsidRPr="008A2B3A" w:rsidRDefault="00647EC5" w:rsidP="00FC1A35">
      <w:pPr>
        <w:spacing w:line="276" w:lineRule="auto"/>
        <w:rPr>
          <w:rFonts w:ascii="Arial" w:hAnsi="Arial" w:cs="Arial"/>
          <w:u w:val="single"/>
        </w:rPr>
      </w:pPr>
    </w:p>
    <w:p w14:paraId="7A406FFB" w14:textId="77777777" w:rsidR="00647EC5" w:rsidRPr="008A2B3A" w:rsidRDefault="00647EC5" w:rsidP="00FC1A35">
      <w:pPr>
        <w:spacing w:line="276" w:lineRule="auto"/>
        <w:rPr>
          <w:rFonts w:ascii="Arial" w:hAnsi="Arial" w:cs="Arial"/>
          <w:u w:val="single"/>
        </w:rPr>
      </w:pPr>
    </w:p>
    <w:sectPr w:rsidR="00647EC5" w:rsidRPr="008A2B3A" w:rsidSect="00300B24">
      <w:headerReference w:type="default" r:id="rId9"/>
      <w:footerReference w:type="default" r:id="rId10"/>
      <w:pgSz w:w="11900" w:h="16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C4064" w14:textId="77777777" w:rsidR="008A2B3A" w:rsidRDefault="008A2B3A" w:rsidP="008A2B3A">
      <w:r>
        <w:separator/>
      </w:r>
    </w:p>
  </w:endnote>
  <w:endnote w:type="continuationSeparator" w:id="0">
    <w:p w14:paraId="16A23485" w14:textId="77777777" w:rsidR="008A2B3A" w:rsidRDefault="008A2B3A" w:rsidP="008A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60F59" w14:textId="63367347" w:rsidR="008A2B3A" w:rsidRDefault="008A2B3A">
    <w:pPr>
      <w:pStyle w:val="Voet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F14F46" wp14:editId="3D3468CB">
              <wp:simplePos x="0" y="0"/>
              <wp:positionH relativeFrom="column">
                <wp:posOffset>2479509</wp:posOffset>
              </wp:positionH>
              <wp:positionV relativeFrom="paragraph">
                <wp:posOffset>223603</wp:posOffset>
              </wp:positionV>
              <wp:extent cx="3898081" cy="373856"/>
              <wp:effectExtent l="0" t="0" r="7620" b="7620"/>
              <wp:wrapNone/>
              <wp:docPr id="4" name="Groe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98081" cy="373856"/>
                        <a:chOff x="0" y="65327"/>
                        <a:chExt cx="3898081" cy="373856"/>
                      </a:xfrm>
                    </wpg:grpSpPr>
                    <pic:pic xmlns:pic="http://schemas.openxmlformats.org/drawingml/2006/picture">
                      <pic:nvPicPr>
                        <pic:cNvPr id="1" name="Afbeelding 1" descr="C:\Users\fwiebenga\AppData\Local\Microsoft\Windows\Temporary Internet Files\Content.Word\Logo ABCinema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50109" y="65327"/>
                          <a:ext cx="374061" cy="37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307" name="Tekstvak 2"/>
                      <wps:cNvSpPr txBox="1">
                        <a:spLocks noChangeArrowheads="1"/>
                      </wps:cNvSpPr>
                      <wps:spPr bwMode="auto">
                        <a:xfrm>
                          <a:off x="0" y="124691"/>
                          <a:ext cx="1597231" cy="219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9E538" w14:textId="77777777" w:rsidR="008A2B3A" w:rsidRPr="009E6515" w:rsidRDefault="008A2B3A" w:rsidP="008A2B3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E651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Filmjuwelen is onderdeel van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" name="Afbeelding 2" descr="C:\Users\fwiebenga\AppData\Local\Microsoft\Windows\Temporary Internet Files\Content.Word\eu_flag_europe_for_citizens_co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5464" b="6963"/>
                        <a:stretch/>
                      </pic:blipFill>
                      <pic:spPr bwMode="auto">
                        <a:xfrm>
                          <a:off x="3566106" y="116664"/>
                          <a:ext cx="331975" cy="219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3" name="Tekstvak 2"/>
                      <wps:cNvSpPr txBox="1">
                        <a:spLocks noChangeArrowheads="1"/>
                      </wps:cNvSpPr>
                      <wps:spPr bwMode="auto">
                        <a:xfrm>
                          <a:off x="1727860" y="124691"/>
                          <a:ext cx="1870364" cy="219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1F8DB" w14:textId="77777777" w:rsidR="008A2B3A" w:rsidRPr="009E6515" w:rsidRDefault="008A2B3A" w:rsidP="008A2B3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E651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en wordt financieel ondersteund door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ep 4" o:spid="_x0000_s1026" style="position:absolute;margin-left:195.25pt;margin-top:17.6pt;width:306.95pt;height:29.45pt;z-index:251659264;mso-width-relative:margin;mso-height-relative:margin" coordorigin=",653" coordsize="38980,37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" o:spid="_x0000_s1027" type="#_x0000_t75" style="position:absolute;left:14501;top:653;width:3740;height:37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Tgr25AAAA2gAAAA8AAABkcnMvZG93bnJldi54bWxET0sKwjAQ3QveIYzgTlNFRKpRpCDo0t9+&#10;aMa22ExKE9N6eyMIrobH+85m15taBGpdZVnBbJqAIM6trrhQcLseJisQziNrrC2Tgjc52G2Hgw2m&#10;2nZ8pnDxhYgh7FJUUHrfpFK6vCSDbmob4sg9bGvQR9gWUrfYxXBTy3mSLKXBimNDiQ1lJeXPy8so&#10;qG3w7EKh7+HUd6fFMXOzV6bUeNTv1yA89f4v/rmPOs6H7yvfK7cfAA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DAU4K9uQAAANoAAAAPAAAAAAAAAAAAAAAAAJ8CAABkcnMvZG93&#10;bnJldi54bWxQSwUGAAAAAAQABAD3AAAAhQMAAAAA&#10;">
                <v:imagedata r:id="rId3" o:title="Logo ABCinema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top:1246;width:15972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<v:textbox style="mso-fit-shape-to-text:t">
                  <w:txbxContent>
                    <w:p w14:paraId="5C59E538" w14:textId="77777777" w:rsidR="008A2B3A" w:rsidRPr="009E6515" w:rsidRDefault="008A2B3A" w:rsidP="008A2B3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E6515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Filmjuwelen is onderdeel van</w:t>
                      </w:r>
                    </w:p>
                  </w:txbxContent>
                </v:textbox>
              </v:shape>
              <v:shape id="Afbeelding 2" o:spid="_x0000_s1029" type="#_x0000_t75" style="position:absolute;left:35661;top:1166;width:3319;height:2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iOArDAAAA2gAAAA8AAABkcnMvZG93bnJldi54bWxEj0FrwkAUhO9C/8PyCr3pJkGKRldpC4H2&#10;4KFR2usj+9wEs2/T7Jqk/94tFDwOM/MNs91PthUD9b5xrCBdJCCIK6cbNgpOx2K+AuEDssbWMSn4&#10;JQ/73cNsi7l2I3/SUAYjIoR9jgrqELpcSl/VZNEvXEccvbPrLYYoeyN1j2OE21ZmSfIsLTYcF2rs&#10;6K2m6lJerYL1cm3SwbRfhwyX1wIv3ffrz4dST4/TywZEoCncw//td60gg78r8QbI3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+I4CsMAAADaAAAADwAAAAAAAAAAAAAAAACf&#10;AgAAZHJzL2Rvd25yZXYueG1sUEsFBgAAAAAEAAQA9wAAAI8DAAAAAA==&#10;">
                <v:imagedata r:id="rId4" o:title="eu_flag_europe_for_citizens_co" cropbottom="4563f" cropright="49456f"/>
                <v:path arrowok="t"/>
              </v:shape>
              <v:shape id="Tekstvak 2" o:spid="_x0000_s1030" type="#_x0000_t202" style="position:absolute;left:17278;top:1246;width:18704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<v:textbox style="mso-fit-shape-to-text:t">
                  <w:txbxContent>
                    <w:p w14:paraId="56A1F8DB" w14:textId="77777777" w:rsidR="008A2B3A" w:rsidRPr="009E6515" w:rsidRDefault="008A2B3A" w:rsidP="008A2B3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E6515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en wordt financieel ondersteund door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96AA7" w14:textId="77777777" w:rsidR="008A2B3A" w:rsidRDefault="008A2B3A" w:rsidP="008A2B3A">
      <w:r>
        <w:separator/>
      </w:r>
    </w:p>
  </w:footnote>
  <w:footnote w:type="continuationSeparator" w:id="0">
    <w:p w14:paraId="1E44C0ED" w14:textId="77777777" w:rsidR="008A2B3A" w:rsidRDefault="008A2B3A" w:rsidP="008A2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59515" w14:textId="124D55D7" w:rsidR="008A2B3A" w:rsidRDefault="008A2B3A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BE2C623" wp14:editId="05D80CED">
          <wp:simplePos x="0" y="0"/>
          <wp:positionH relativeFrom="column">
            <wp:posOffset>5569585</wp:posOffset>
          </wp:positionH>
          <wp:positionV relativeFrom="paragraph">
            <wp:posOffset>-143510</wp:posOffset>
          </wp:positionV>
          <wp:extent cx="916305" cy="895985"/>
          <wp:effectExtent l="0" t="0" r="0" b="0"/>
          <wp:wrapThrough wrapText="bothSides">
            <wp:wrapPolygon edited="0">
              <wp:start x="0" y="0"/>
              <wp:lineTo x="0" y="21125"/>
              <wp:lineTo x="21106" y="21125"/>
              <wp:lineTo x="21106" y="0"/>
              <wp:lineTo x="0" y="0"/>
            </wp:wrapPolygon>
          </wp:wrapThrough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ye_filmjuwelen DEF 201112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89"/>
    <w:multiLevelType w:val="hybridMultilevel"/>
    <w:tmpl w:val="D06E9DF4"/>
    <w:lvl w:ilvl="0" w:tplc="FE9643DC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235F5"/>
    <w:multiLevelType w:val="hybridMultilevel"/>
    <w:tmpl w:val="4B9C0D54"/>
    <w:lvl w:ilvl="0" w:tplc="A3E4033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10A00"/>
    <w:multiLevelType w:val="hybridMultilevel"/>
    <w:tmpl w:val="8D00C51A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B5E36"/>
    <w:multiLevelType w:val="hybridMultilevel"/>
    <w:tmpl w:val="EA788576"/>
    <w:lvl w:ilvl="0" w:tplc="A3E4033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84063"/>
    <w:multiLevelType w:val="multilevel"/>
    <w:tmpl w:val="94FAB7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5">
    <w:nsid w:val="18B62EC3"/>
    <w:multiLevelType w:val="multilevel"/>
    <w:tmpl w:val="5BB833A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DEE33A5"/>
    <w:multiLevelType w:val="multilevel"/>
    <w:tmpl w:val="03588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E966380"/>
    <w:multiLevelType w:val="hybridMultilevel"/>
    <w:tmpl w:val="DA9AC4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D04916"/>
    <w:multiLevelType w:val="multilevel"/>
    <w:tmpl w:val="306027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315C5A30"/>
    <w:multiLevelType w:val="hybridMultilevel"/>
    <w:tmpl w:val="48E83DA8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85388"/>
    <w:multiLevelType w:val="multilevel"/>
    <w:tmpl w:val="AFC0F2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none"/>
      </w:rPr>
    </w:lvl>
  </w:abstractNum>
  <w:abstractNum w:abstractNumId="11">
    <w:nsid w:val="36033F3E"/>
    <w:multiLevelType w:val="multilevel"/>
    <w:tmpl w:val="ECF073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2">
    <w:nsid w:val="375C7928"/>
    <w:multiLevelType w:val="multilevel"/>
    <w:tmpl w:val="6E82CC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abstractNum w:abstractNumId="13">
    <w:nsid w:val="38780FB6"/>
    <w:multiLevelType w:val="hybridMultilevel"/>
    <w:tmpl w:val="CF267624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48F6"/>
    <w:multiLevelType w:val="multilevel"/>
    <w:tmpl w:val="18921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67476588"/>
    <w:multiLevelType w:val="hybridMultilevel"/>
    <w:tmpl w:val="B7968CCE"/>
    <w:lvl w:ilvl="0" w:tplc="A3E4033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D5A8D"/>
    <w:multiLevelType w:val="multilevel"/>
    <w:tmpl w:val="220C94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none"/>
      </w:rPr>
    </w:lvl>
  </w:abstractNum>
  <w:abstractNum w:abstractNumId="17">
    <w:nsid w:val="70152518"/>
    <w:multiLevelType w:val="hybridMultilevel"/>
    <w:tmpl w:val="7FCA0DE8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562280"/>
    <w:multiLevelType w:val="multilevel"/>
    <w:tmpl w:val="7B7A83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none"/>
      </w:rPr>
    </w:lvl>
  </w:abstractNum>
  <w:abstractNum w:abstractNumId="19">
    <w:nsid w:val="79601B8F"/>
    <w:multiLevelType w:val="multilevel"/>
    <w:tmpl w:val="6E82CC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5"/>
  </w:num>
  <w:num w:numId="5">
    <w:abstractNumId w:val="2"/>
  </w:num>
  <w:num w:numId="6">
    <w:abstractNumId w:val="9"/>
  </w:num>
  <w:num w:numId="7">
    <w:abstractNumId w:val="17"/>
  </w:num>
  <w:num w:numId="8">
    <w:abstractNumId w:val="13"/>
  </w:num>
  <w:num w:numId="9">
    <w:abstractNumId w:val="6"/>
  </w:num>
  <w:num w:numId="10">
    <w:abstractNumId w:val="16"/>
  </w:num>
  <w:num w:numId="11">
    <w:abstractNumId w:val="18"/>
  </w:num>
  <w:num w:numId="12">
    <w:abstractNumId w:val="10"/>
  </w:num>
  <w:num w:numId="13">
    <w:abstractNumId w:val="12"/>
  </w:num>
  <w:num w:numId="14">
    <w:abstractNumId w:val="19"/>
  </w:num>
  <w:num w:numId="15">
    <w:abstractNumId w:val="7"/>
  </w:num>
  <w:num w:numId="16">
    <w:abstractNumId w:val="5"/>
  </w:num>
  <w:num w:numId="17">
    <w:abstractNumId w:val="4"/>
  </w:num>
  <w:num w:numId="18">
    <w:abstractNumId w:val="14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B7"/>
    <w:rsid w:val="0002296D"/>
    <w:rsid w:val="00030290"/>
    <w:rsid w:val="00032673"/>
    <w:rsid w:val="000914BD"/>
    <w:rsid w:val="001720E2"/>
    <w:rsid w:val="0027018B"/>
    <w:rsid w:val="00300B24"/>
    <w:rsid w:val="00327EAB"/>
    <w:rsid w:val="00350B3E"/>
    <w:rsid w:val="003A1584"/>
    <w:rsid w:val="00590818"/>
    <w:rsid w:val="005A1F4C"/>
    <w:rsid w:val="005D44CA"/>
    <w:rsid w:val="00611BD1"/>
    <w:rsid w:val="00622A7D"/>
    <w:rsid w:val="00647EC5"/>
    <w:rsid w:val="00680015"/>
    <w:rsid w:val="006867A5"/>
    <w:rsid w:val="006E4844"/>
    <w:rsid w:val="007B59D7"/>
    <w:rsid w:val="00854ED2"/>
    <w:rsid w:val="00874548"/>
    <w:rsid w:val="008A2B3A"/>
    <w:rsid w:val="0094755B"/>
    <w:rsid w:val="009854B3"/>
    <w:rsid w:val="009A2D74"/>
    <w:rsid w:val="009B50A5"/>
    <w:rsid w:val="009C4D9B"/>
    <w:rsid w:val="009F225A"/>
    <w:rsid w:val="00A362C7"/>
    <w:rsid w:val="00B922DE"/>
    <w:rsid w:val="00C402B3"/>
    <w:rsid w:val="00CA633B"/>
    <w:rsid w:val="00CE7BE0"/>
    <w:rsid w:val="00D2189C"/>
    <w:rsid w:val="00D24774"/>
    <w:rsid w:val="00D27EB7"/>
    <w:rsid w:val="00DC216A"/>
    <w:rsid w:val="00DD5D55"/>
    <w:rsid w:val="00EA7FE8"/>
    <w:rsid w:val="00F85D2D"/>
    <w:rsid w:val="00FC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440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qFormat/>
    <w:rsid w:val="003A1584"/>
    <w:pPr>
      <w:keepNext/>
      <w:outlineLvl w:val="3"/>
    </w:pPr>
    <w:rPr>
      <w:rFonts w:ascii="Arial" w:eastAsia="Times New Roman" w:hAnsi="Arial" w:cs="Arial"/>
      <w:b/>
      <w:bCs/>
      <w:sz w:val="22"/>
      <w:szCs w:val="20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2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720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D44CA"/>
    <w:rPr>
      <w:color w:val="0000FF" w:themeColor="hyperlink"/>
      <w:u w:val="single"/>
    </w:rPr>
  </w:style>
  <w:style w:type="paragraph" w:styleId="HTML-voorafopgemaakt">
    <w:name w:val="HTML Preformatted"/>
    <w:link w:val="HTML-voorafopgemaaktChar"/>
    <w:rsid w:val="00647EC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647EC5"/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Kop4Char">
    <w:name w:val="Kop 4 Char"/>
    <w:basedOn w:val="Standaardalinea-lettertype"/>
    <w:link w:val="Kop4"/>
    <w:rsid w:val="003A1584"/>
    <w:rPr>
      <w:rFonts w:ascii="Arial" w:eastAsia="Times New Roman" w:hAnsi="Arial" w:cs="Arial"/>
      <w:b/>
      <w:bCs/>
      <w:sz w:val="22"/>
      <w:szCs w:val="20"/>
      <w:lang w:val="fr-FR"/>
    </w:rPr>
  </w:style>
  <w:style w:type="paragraph" w:styleId="Koptekst">
    <w:name w:val="header"/>
    <w:basedOn w:val="Standaard"/>
    <w:link w:val="KoptekstChar"/>
    <w:uiPriority w:val="99"/>
    <w:unhideWhenUsed/>
    <w:rsid w:val="008A2B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A2B3A"/>
  </w:style>
  <w:style w:type="paragraph" w:styleId="Voettekst">
    <w:name w:val="footer"/>
    <w:basedOn w:val="Standaard"/>
    <w:link w:val="VoettekstChar"/>
    <w:uiPriority w:val="99"/>
    <w:unhideWhenUsed/>
    <w:rsid w:val="008A2B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A2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qFormat/>
    <w:rsid w:val="003A1584"/>
    <w:pPr>
      <w:keepNext/>
      <w:outlineLvl w:val="3"/>
    </w:pPr>
    <w:rPr>
      <w:rFonts w:ascii="Arial" w:eastAsia="Times New Roman" w:hAnsi="Arial" w:cs="Arial"/>
      <w:b/>
      <w:bCs/>
      <w:sz w:val="22"/>
      <w:szCs w:val="20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2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720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D44CA"/>
    <w:rPr>
      <w:color w:val="0000FF" w:themeColor="hyperlink"/>
      <w:u w:val="single"/>
    </w:rPr>
  </w:style>
  <w:style w:type="paragraph" w:styleId="HTML-voorafopgemaakt">
    <w:name w:val="HTML Preformatted"/>
    <w:link w:val="HTML-voorafopgemaaktChar"/>
    <w:rsid w:val="00647EC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647EC5"/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Kop4Char">
    <w:name w:val="Kop 4 Char"/>
    <w:basedOn w:val="Standaardalinea-lettertype"/>
    <w:link w:val="Kop4"/>
    <w:rsid w:val="003A1584"/>
    <w:rPr>
      <w:rFonts w:ascii="Arial" w:eastAsia="Times New Roman" w:hAnsi="Arial" w:cs="Arial"/>
      <w:b/>
      <w:bCs/>
      <w:sz w:val="22"/>
      <w:szCs w:val="20"/>
      <w:lang w:val="fr-FR"/>
    </w:rPr>
  </w:style>
  <w:style w:type="paragraph" w:styleId="Koptekst">
    <w:name w:val="header"/>
    <w:basedOn w:val="Standaard"/>
    <w:link w:val="KoptekstChar"/>
    <w:uiPriority w:val="99"/>
    <w:unhideWhenUsed/>
    <w:rsid w:val="008A2B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A2B3A"/>
  </w:style>
  <w:style w:type="paragraph" w:styleId="Voettekst">
    <w:name w:val="footer"/>
    <w:basedOn w:val="Standaard"/>
    <w:link w:val="VoettekstChar"/>
    <w:uiPriority w:val="99"/>
    <w:unhideWhenUsed/>
    <w:rsid w:val="008A2B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A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D5EC-CC45-416B-80F7-D8EA01C4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B38A505.dotm</Template>
  <TotalTime>0</TotalTime>
  <Pages>2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EYE FilmInstituut Nederland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 Jonker</dc:creator>
  <cp:lastModifiedBy>Standard_User</cp:lastModifiedBy>
  <cp:revision>2</cp:revision>
  <cp:lastPrinted>2015-02-11T15:05:00Z</cp:lastPrinted>
  <dcterms:created xsi:type="dcterms:W3CDTF">2015-10-07T15:55:00Z</dcterms:created>
  <dcterms:modified xsi:type="dcterms:W3CDTF">2015-10-07T15:55:00Z</dcterms:modified>
</cp:coreProperties>
</file>